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AEE" w:rsidRPr="006A1AEE" w:rsidRDefault="006A1AEE" w:rsidP="006A1AEE">
      <w:pPr>
        <w:tabs>
          <w:tab w:val="left" w:pos="360"/>
        </w:tabs>
        <w:spacing w:after="120"/>
        <w:jc w:val="right"/>
        <w:rPr>
          <w:i/>
          <w:sz w:val="24"/>
          <w:szCs w:val="24"/>
          <w:lang w:val="da-DK"/>
        </w:rPr>
      </w:pPr>
      <w:r w:rsidRPr="006A1AEE">
        <w:rPr>
          <w:i/>
          <w:sz w:val="24"/>
          <w:szCs w:val="24"/>
          <w:lang w:val="da-DK"/>
        </w:rPr>
        <w:t>Mẫu viết Báo cáo Tóm tắt</w:t>
      </w:r>
    </w:p>
    <w:p w:rsidR="0069595C" w:rsidRPr="00901C0A" w:rsidRDefault="00957640" w:rsidP="00957640">
      <w:pPr>
        <w:tabs>
          <w:tab w:val="left" w:pos="360"/>
        </w:tabs>
        <w:jc w:val="center"/>
        <w:rPr>
          <w:b/>
          <w:sz w:val="24"/>
          <w:szCs w:val="24"/>
          <w:lang w:val="da-DK"/>
        </w:rPr>
      </w:pPr>
      <w:r w:rsidRPr="00901C0A">
        <w:rPr>
          <w:b/>
          <w:sz w:val="24"/>
          <w:szCs w:val="24"/>
          <w:lang w:val="da-DK"/>
        </w:rPr>
        <w:t>HỘI THẢO CÔNG NGHỆ SINH HỌC VÙNG ĐỒNG BẰNG SÔNG CỬU LONG 2018 – THÀNH TỰU VÀ PHÁT TRIỂN</w:t>
      </w:r>
    </w:p>
    <w:p w:rsidR="006A5723" w:rsidRPr="00901C0A" w:rsidRDefault="00957640" w:rsidP="00042765">
      <w:pPr>
        <w:tabs>
          <w:tab w:val="left" w:pos="360"/>
        </w:tabs>
        <w:spacing w:before="120" w:after="120"/>
        <w:ind w:right="-74"/>
        <w:rPr>
          <w:sz w:val="24"/>
          <w:szCs w:val="24"/>
          <w:vertAlign w:val="superscript"/>
          <w:lang w:val="da-DK"/>
        </w:rPr>
      </w:pPr>
      <w:r w:rsidRPr="00901C0A">
        <w:rPr>
          <w:sz w:val="24"/>
          <w:szCs w:val="24"/>
          <w:lang w:val="da-DK"/>
        </w:rPr>
        <w:t xml:space="preserve">Nguyễn Văn </w:t>
      </w:r>
      <w:r w:rsidR="00901C0A">
        <w:rPr>
          <w:sz w:val="24"/>
          <w:szCs w:val="24"/>
          <w:lang w:val="da-DK"/>
        </w:rPr>
        <w:t>Thành</w:t>
      </w:r>
      <w:r w:rsidR="00B256D3" w:rsidRPr="00901C0A">
        <w:rPr>
          <w:sz w:val="24"/>
          <w:szCs w:val="24"/>
          <w:vertAlign w:val="superscript"/>
          <w:lang w:val="da-DK"/>
        </w:rPr>
        <w:t>1</w:t>
      </w:r>
      <w:r w:rsidR="00901C0A">
        <w:rPr>
          <w:sz w:val="24"/>
          <w:szCs w:val="24"/>
          <w:vertAlign w:val="superscript"/>
          <w:lang w:val="da-DK"/>
        </w:rPr>
        <w:t>*</w:t>
      </w:r>
      <w:r w:rsidR="0069595C" w:rsidRPr="00901C0A">
        <w:rPr>
          <w:sz w:val="24"/>
          <w:szCs w:val="24"/>
          <w:lang w:val="da-DK"/>
        </w:rPr>
        <w:t xml:space="preserve">, </w:t>
      </w:r>
      <w:r w:rsidR="00901C0A">
        <w:rPr>
          <w:sz w:val="24"/>
          <w:szCs w:val="24"/>
          <w:lang w:val="da-DK"/>
        </w:rPr>
        <w:t>Bùi Hồng Xa</w:t>
      </w:r>
      <w:r w:rsidR="00901C0A">
        <w:rPr>
          <w:sz w:val="24"/>
          <w:szCs w:val="24"/>
          <w:vertAlign w:val="superscript"/>
          <w:lang w:val="da-DK"/>
        </w:rPr>
        <w:t>2</w:t>
      </w:r>
      <w:r w:rsidR="00901C0A">
        <w:rPr>
          <w:sz w:val="24"/>
          <w:szCs w:val="24"/>
          <w:lang w:val="da-DK"/>
        </w:rPr>
        <w:t>, Lê Văn Khoa</w:t>
      </w:r>
      <w:r w:rsidR="00901C0A">
        <w:rPr>
          <w:sz w:val="24"/>
          <w:szCs w:val="24"/>
          <w:vertAlign w:val="superscript"/>
          <w:lang w:val="da-DK"/>
        </w:rPr>
        <w:t>3</w:t>
      </w:r>
      <w:r w:rsidR="00901C0A">
        <w:rPr>
          <w:sz w:val="24"/>
          <w:szCs w:val="24"/>
          <w:lang w:val="da-DK"/>
        </w:rPr>
        <w:t>, Trần Nhân Dũng</w:t>
      </w:r>
      <w:r w:rsidR="00901C0A">
        <w:rPr>
          <w:sz w:val="24"/>
          <w:szCs w:val="24"/>
          <w:vertAlign w:val="superscript"/>
          <w:lang w:val="da-DK"/>
        </w:rPr>
        <w:t>1</w:t>
      </w:r>
    </w:p>
    <w:p w:rsidR="00E0576B" w:rsidRPr="00901C0A" w:rsidRDefault="00E0576B" w:rsidP="00E0576B">
      <w:pPr>
        <w:pStyle w:val="Footer"/>
        <w:jc w:val="left"/>
        <w:rPr>
          <w:i/>
          <w:sz w:val="22"/>
          <w:szCs w:val="22"/>
          <w:lang w:val="da-DK"/>
        </w:rPr>
      </w:pPr>
      <w:r w:rsidRPr="00901C0A">
        <w:rPr>
          <w:i/>
          <w:sz w:val="22"/>
          <w:szCs w:val="22"/>
          <w:vertAlign w:val="superscript"/>
          <w:lang w:val="da-DK"/>
        </w:rPr>
        <w:t>1</w:t>
      </w:r>
      <w:r w:rsidR="00901C0A">
        <w:rPr>
          <w:i/>
          <w:sz w:val="22"/>
          <w:szCs w:val="22"/>
          <w:lang w:val="da-DK"/>
        </w:rPr>
        <w:t xml:space="preserve">Viện NC&amp;PT </w:t>
      </w:r>
      <w:r w:rsidRPr="00901C0A">
        <w:rPr>
          <w:i/>
          <w:sz w:val="22"/>
          <w:szCs w:val="22"/>
          <w:lang w:val="da-DK"/>
        </w:rPr>
        <w:t xml:space="preserve">Công nghệ Sinh học, Trường Đại học </w:t>
      </w:r>
      <w:r w:rsidR="00901C0A">
        <w:rPr>
          <w:i/>
          <w:sz w:val="22"/>
          <w:szCs w:val="22"/>
          <w:lang w:val="da-DK"/>
        </w:rPr>
        <w:t>Cần Thơ</w:t>
      </w:r>
      <w:r w:rsidRPr="00901C0A">
        <w:rPr>
          <w:i/>
          <w:sz w:val="22"/>
          <w:szCs w:val="22"/>
          <w:lang w:val="da-DK"/>
        </w:rPr>
        <w:t>;</w:t>
      </w:r>
    </w:p>
    <w:p w:rsidR="00901C0A" w:rsidRDefault="00E0576B" w:rsidP="00E0576B">
      <w:pPr>
        <w:pStyle w:val="Footer"/>
        <w:jc w:val="left"/>
        <w:rPr>
          <w:i/>
          <w:sz w:val="22"/>
          <w:szCs w:val="22"/>
          <w:lang w:val="da-DK"/>
        </w:rPr>
      </w:pPr>
      <w:r w:rsidRPr="00901C0A">
        <w:rPr>
          <w:i/>
          <w:sz w:val="22"/>
          <w:szCs w:val="22"/>
          <w:vertAlign w:val="superscript"/>
          <w:lang w:val="da-DK"/>
        </w:rPr>
        <w:t>2</w:t>
      </w:r>
      <w:r w:rsidR="00901C0A">
        <w:rPr>
          <w:i/>
          <w:sz w:val="22"/>
          <w:szCs w:val="22"/>
          <w:lang w:val="da-DK"/>
        </w:rPr>
        <w:t>Phòng Quản lý Khoa học, Sở Khoa</w:t>
      </w:r>
      <w:r w:rsidR="000C6B7B">
        <w:rPr>
          <w:i/>
          <w:sz w:val="22"/>
          <w:szCs w:val="22"/>
          <w:lang w:val="da-DK"/>
        </w:rPr>
        <w:t xml:space="preserve"> học</w:t>
      </w:r>
      <w:r w:rsidR="00901C0A">
        <w:rPr>
          <w:i/>
          <w:sz w:val="22"/>
          <w:szCs w:val="22"/>
          <w:lang w:val="da-DK"/>
        </w:rPr>
        <w:t xml:space="preserve"> và Công nghệ Thành phố Cần Thơ;</w:t>
      </w:r>
    </w:p>
    <w:p w:rsidR="00E0576B" w:rsidRPr="00901C0A" w:rsidRDefault="00901C0A" w:rsidP="00E0576B">
      <w:pPr>
        <w:pStyle w:val="Footer"/>
        <w:jc w:val="left"/>
        <w:rPr>
          <w:i/>
          <w:sz w:val="22"/>
          <w:szCs w:val="22"/>
          <w:lang w:val="da-DK"/>
        </w:rPr>
      </w:pPr>
      <w:r>
        <w:rPr>
          <w:i/>
          <w:sz w:val="22"/>
          <w:szCs w:val="22"/>
          <w:vertAlign w:val="superscript"/>
          <w:lang w:val="da-DK"/>
        </w:rPr>
        <w:t>3</w:t>
      </w:r>
      <w:r>
        <w:rPr>
          <w:i/>
          <w:sz w:val="22"/>
          <w:szCs w:val="22"/>
          <w:lang w:val="da-DK"/>
        </w:rPr>
        <w:t>Phòng Quản lý Khoa học</w:t>
      </w:r>
      <w:r w:rsidRPr="00901C0A">
        <w:rPr>
          <w:i/>
          <w:sz w:val="22"/>
          <w:szCs w:val="22"/>
          <w:lang w:val="da-DK"/>
        </w:rPr>
        <w:t xml:space="preserve">, Trường Đại học </w:t>
      </w:r>
      <w:r>
        <w:rPr>
          <w:i/>
          <w:sz w:val="22"/>
          <w:szCs w:val="22"/>
          <w:lang w:val="da-DK"/>
        </w:rPr>
        <w:t>Cần Thơ.</w:t>
      </w:r>
    </w:p>
    <w:p w:rsidR="00901C0A" w:rsidRPr="00901C0A" w:rsidRDefault="00901C0A" w:rsidP="00901C0A">
      <w:pPr>
        <w:pStyle w:val="NormalWeb"/>
        <w:spacing w:before="0" w:beforeAutospacing="0" w:after="0" w:afterAutospacing="0" w:line="293" w:lineRule="atLeast"/>
        <w:jc w:val="both"/>
        <w:rPr>
          <w:color w:val="000000"/>
          <w:sz w:val="22"/>
          <w:szCs w:val="22"/>
          <w:lang w:val="da-DK"/>
        </w:rPr>
      </w:pPr>
      <w:r w:rsidRPr="00901C0A">
        <w:rPr>
          <w:rStyle w:val="Emphasis"/>
          <w:color w:val="000000"/>
          <w:sz w:val="22"/>
          <w:szCs w:val="22"/>
          <w:lang w:val="vi-VN"/>
        </w:rPr>
        <w:t xml:space="preserve">* Người chịu trách nhiệm về bài viết: </w:t>
      </w:r>
      <w:r w:rsidRPr="00901C0A">
        <w:rPr>
          <w:rStyle w:val="Emphasis"/>
          <w:color w:val="000000"/>
          <w:sz w:val="22"/>
          <w:szCs w:val="22"/>
          <w:lang w:val="da-DK"/>
        </w:rPr>
        <w:t>Nguy</w:t>
      </w:r>
      <w:r>
        <w:rPr>
          <w:rStyle w:val="Emphasis"/>
          <w:color w:val="000000"/>
          <w:sz w:val="22"/>
          <w:szCs w:val="22"/>
          <w:lang w:val="da-DK"/>
        </w:rPr>
        <w:t>ễn Văn Thành</w:t>
      </w:r>
      <w:r w:rsidRPr="00901C0A">
        <w:rPr>
          <w:rStyle w:val="Emphasis"/>
          <w:color w:val="000000"/>
          <w:sz w:val="22"/>
          <w:szCs w:val="22"/>
          <w:lang w:val="vi-VN"/>
        </w:rPr>
        <w:t xml:space="preserve"> (</w:t>
      </w:r>
      <w:r w:rsidRPr="00901C0A">
        <w:rPr>
          <w:rStyle w:val="Emphasis"/>
          <w:color w:val="000000"/>
          <w:sz w:val="22"/>
          <w:szCs w:val="22"/>
          <w:lang w:val="da-DK"/>
        </w:rPr>
        <w:t>nv</w:t>
      </w:r>
      <w:r>
        <w:rPr>
          <w:rStyle w:val="Emphasis"/>
          <w:color w:val="000000"/>
          <w:sz w:val="22"/>
          <w:szCs w:val="22"/>
          <w:lang w:val="da-DK"/>
        </w:rPr>
        <w:t>thanh</w:t>
      </w:r>
      <w:r w:rsidRPr="00901C0A">
        <w:rPr>
          <w:rStyle w:val="Emphasis"/>
          <w:color w:val="000000"/>
          <w:sz w:val="22"/>
          <w:szCs w:val="22"/>
          <w:lang w:val="vi-VN"/>
        </w:rPr>
        <w:t>@</w:t>
      </w:r>
      <w:r w:rsidRPr="00901C0A">
        <w:rPr>
          <w:rStyle w:val="Emphasis"/>
          <w:color w:val="000000"/>
          <w:sz w:val="22"/>
          <w:szCs w:val="22"/>
          <w:lang w:val="da-DK"/>
        </w:rPr>
        <w:t>ct</w:t>
      </w:r>
      <w:r>
        <w:rPr>
          <w:rStyle w:val="Emphasis"/>
          <w:color w:val="000000"/>
          <w:sz w:val="22"/>
          <w:szCs w:val="22"/>
          <w:lang w:val="da-DK"/>
        </w:rPr>
        <w:t>u.edu.vn</w:t>
      </w:r>
      <w:r w:rsidRPr="00901C0A">
        <w:rPr>
          <w:rStyle w:val="Emphasis"/>
          <w:color w:val="000000"/>
          <w:sz w:val="22"/>
          <w:szCs w:val="22"/>
          <w:lang w:val="vi-VN"/>
        </w:rPr>
        <w:t>)</w:t>
      </w:r>
    </w:p>
    <w:p w:rsidR="00901C0A" w:rsidRPr="00901C0A" w:rsidRDefault="00901C0A" w:rsidP="00E0576B">
      <w:pPr>
        <w:pStyle w:val="Footer"/>
        <w:jc w:val="left"/>
        <w:rPr>
          <w:i/>
          <w:sz w:val="22"/>
          <w:szCs w:val="22"/>
          <w:lang w:val="da-DK"/>
        </w:rPr>
      </w:pPr>
    </w:p>
    <w:p w:rsidR="008E36AF" w:rsidRPr="00901C0A" w:rsidRDefault="008E36AF" w:rsidP="00195CA6">
      <w:pPr>
        <w:tabs>
          <w:tab w:val="left" w:pos="360"/>
        </w:tabs>
        <w:spacing w:before="120"/>
        <w:jc w:val="center"/>
        <w:rPr>
          <w:b/>
          <w:iCs/>
          <w:sz w:val="24"/>
          <w:szCs w:val="24"/>
          <w:lang w:val="da-DK"/>
        </w:rPr>
      </w:pPr>
      <w:r w:rsidRPr="00901C0A">
        <w:rPr>
          <w:b/>
          <w:iCs/>
          <w:sz w:val="24"/>
          <w:szCs w:val="24"/>
          <w:lang w:val="da-DK"/>
        </w:rPr>
        <w:t>TÓM TẮT</w:t>
      </w:r>
    </w:p>
    <w:p w:rsidR="0069595C" w:rsidRPr="00CB7F41" w:rsidRDefault="00600DD6" w:rsidP="00B909C1">
      <w:pPr>
        <w:spacing w:before="120"/>
        <w:ind w:right="-43"/>
        <w:jc w:val="both"/>
        <w:rPr>
          <w:sz w:val="24"/>
          <w:szCs w:val="24"/>
          <w:lang w:val="da-DK"/>
        </w:rPr>
      </w:pPr>
      <w:r w:rsidRPr="00CB7F41">
        <w:rPr>
          <w:sz w:val="24"/>
          <w:szCs w:val="24"/>
          <w:lang w:val="da-DK"/>
        </w:rPr>
        <w:t>Bài viết trình bày trên trang khổ A4 (Margins: top/bottom/left/right = 2.5 cm), dòng đ</w:t>
      </w:r>
      <w:r w:rsidR="002B1E36" w:rsidRPr="00CB7F41">
        <w:rPr>
          <w:sz w:val="24"/>
          <w:szCs w:val="24"/>
          <w:lang w:val="da-DK"/>
        </w:rPr>
        <w:t>ơn</w:t>
      </w:r>
      <w:r w:rsidRPr="00CB7F41">
        <w:rPr>
          <w:sz w:val="24"/>
          <w:szCs w:val="24"/>
          <w:lang w:val="da-DK"/>
        </w:rPr>
        <w:t>, kiểu chữ Times New Roman, kích thước 1</w:t>
      </w:r>
      <w:r w:rsidR="002B1E36" w:rsidRPr="00CB7F41">
        <w:rPr>
          <w:sz w:val="24"/>
          <w:szCs w:val="24"/>
          <w:lang w:val="da-DK"/>
        </w:rPr>
        <w:t>2</w:t>
      </w:r>
      <w:r w:rsidRPr="00CB7F41">
        <w:rPr>
          <w:sz w:val="24"/>
          <w:szCs w:val="24"/>
          <w:lang w:val="da-DK"/>
        </w:rPr>
        <w:t>. Bài báo cáo tóm tắt được viết trong một đoạn bằng tiếng Việt và tiếng Anh, tối đa 250 từ (hoặc không quá 500 từ cho cả 2 phần tiếng Việt và tiếng Anh). Cấu trúc của tóm tắt bao gồm: giới thiệu/mục tiêu, phương pháp, kết quả và kết luận/nhận xét.</w:t>
      </w:r>
      <w:r w:rsidR="00720AE2">
        <w:rPr>
          <w:sz w:val="24"/>
          <w:szCs w:val="24"/>
          <w:lang w:val="da-DK"/>
        </w:rPr>
        <w:t xml:space="preserve"> </w:t>
      </w:r>
      <w:r w:rsidRPr="00CB7F41">
        <w:rPr>
          <w:sz w:val="24"/>
          <w:szCs w:val="24"/>
          <w:lang w:val="da-DK"/>
        </w:rPr>
        <w:t>Bài báo cá</w:t>
      </w:r>
      <w:bookmarkStart w:id="0" w:name="_GoBack"/>
      <w:bookmarkEnd w:id="0"/>
      <w:r w:rsidRPr="00CB7F41">
        <w:rPr>
          <w:sz w:val="24"/>
          <w:szCs w:val="24"/>
          <w:lang w:val="da-DK"/>
        </w:rPr>
        <w:t>o toàn văn có dung lượng không quá 1</w:t>
      </w:r>
      <w:r w:rsidR="000C6B7B" w:rsidRPr="00CB7F41">
        <w:rPr>
          <w:sz w:val="24"/>
          <w:szCs w:val="24"/>
          <w:lang w:val="da-DK"/>
        </w:rPr>
        <w:t>0</w:t>
      </w:r>
      <w:r w:rsidRPr="00CB7F41">
        <w:rPr>
          <w:sz w:val="24"/>
          <w:szCs w:val="24"/>
          <w:lang w:val="da-DK"/>
        </w:rPr>
        <w:t xml:space="preserve"> trang, bài tổng quan không quá </w:t>
      </w:r>
      <w:r w:rsidR="000C6B7B" w:rsidRPr="00CB7F41">
        <w:rPr>
          <w:sz w:val="24"/>
          <w:szCs w:val="24"/>
          <w:lang w:val="da-DK"/>
        </w:rPr>
        <w:t>1</w:t>
      </w:r>
      <w:r w:rsidRPr="00CB7F41">
        <w:rPr>
          <w:sz w:val="24"/>
          <w:szCs w:val="24"/>
          <w:lang w:val="da-DK"/>
        </w:rPr>
        <w:t>2 trang. Bài viết được trình bày theo hướng dẫn chi tiết ở mục 2</w:t>
      </w:r>
      <w:r w:rsidR="008061B1">
        <w:rPr>
          <w:sz w:val="24"/>
          <w:szCs w:val="24"/>
          <w:lang w:val="da-DK"/>
        </w:rPr>
        <w:t xml:space="preserve"> </w:t>
      </w:r>
      <w:r w:rsidR="00926290" w:rsidRPr="000D3616">
        <w:rPr>
          <w:color w:val="000000" w:themeColor="text1"/>
          <w:sz w:val="24"/>
          <w:szCs w:val="24"/>
          <w:lang w:val="da-DK"/>
        </w:rPr>
        <w:t>trong</w:t>
      </w:r>
      <w:r w:rsidR="008061B1" w:rsidRPr="000D3616">
        <w:rPr>
          <w:color w:val="000000" w:themeColor="text1"/>
          <w:sz w:val="24"/>
          <w:szCs w:val="24"/>
          <w:lang w:val="da-DK"/>
        </w:rPr>
        <w:t xml:space="preserve"> Thể lệ và qui định bài báo cáo</w:t>
      </w:r>
      <w:r w:rsidR="00926290" w:rsidRPr="000D3616">
        <w:rPr>
          <w:color w:val="000000" w:themeColor="text1"/>
          <w:sz w:val="24"/>
          <w:szCs w:val="24"/>
          <w:lang w:val="da-DK"/>
        </w:rPr>
        <w:t xml:space="preserve"> </w:t>
      </w:r>
      <w:r w:rsidR="008061B1" w:rsidRPr="000D3616">
        <w:rPr>
          <w:color w:val="000000" w:themeColor="text1"/>
          <w:sz w:val="24"/>
          <w:szCs w:val="24"/>
          <w:lang w:val="da-DK"/>
        </w:rPr>
        <w:t>(tiểu mục (1) đến (4))</w:t>
      </w:r>
      <w:r w:rsidRPr="000D3616">
        <w:rPr>
          <w:color w:val="000000" w:themeColor="text1"/>
          <w:sz w:val="24"/>
          <w:szCs w:val="24"/>
          <w:lang w:val="da-DK"/>
        </w:rPr>
        <w:t xml:space="preserve"> </w:t>
      </w:r>
      <w:r w:rsidR="00926290" w:rsidRPr="000D3616">
        <w:rPr>
          <w:color w:val="000000" w:themeColor="text1"/>
          <w:sz w:val="24"/>
          <w:szCs w:val="24"/>
          <w:lang w:val="da-DK"/>
        </w:rPr>
        <w:t>đính kèm thông báo số</w:t>
      </w:r>
      <w:r w:rsidR="00F505A4" w:rsidRPr="000D3616">
        <w:rPr>
          <w:color w:val="000000" w:themeColor="text1"/>
          <w:sz w:val="24"/>
          <w:szCs w:val="24"/>
          <w:lang w:val="da-DK"/>
        </w:rPr>
        <w:t xml:space="preserve"> </w:t>
      </w:r>
      <w:r w:rsidR="00926290" w:rsidRPr="000D3616">
        <w:rPr>
          <w:color w:val="000000" w:themeColor="text1"/>
          <w:sz w:val="24"/>
          <w:szCs w:val="24"/>
          <w:lang w:val="da-DK"/>
        </w:rPr>
        <w:t>1</w:t>
      </w:r>
      <w:r w:rsidR="00F505A4" w:rsidRPr="000D3616">
        <w:rPr>
          <w:color w:val="000000" w:themeColor="text1"/>
          <w:sz w:val="24"/>
          <w:szCs w:val="24"/>
          <w:lang w:val="da-DK"/>
        </w:rPr>
        <w:t>.</w:t>
      </w:r>
      <w:r w:rsidR="00926290" w:rsidRPr="000D3616">
        <w:rPr>
          <w:color w:val="000000" w:themeColor="text1"/>
          <w:sz w:val="24"/>
          <w:szCs w:val="24"/>
          <w:lang w:val="da-DK"/>
        </w:rPr>
        <w:t xml:space="preserve"> </w:t>
      </w:r>
      <w:r w:rsidRPr="00CB7F41">
        <w:rPr>
          <w:sz w:val="24"/>
          <w:szCs w:val="24"/>
          <w:lang w:val="da-DK"/>
        </w:rPr>
        <w:t xml:space="preserve">Các bài viết tham luận về các định hướng và chiến lược nghiên cứu, ứng dụng và đào tạo chỉ cần đảm bảo theo các định dạng chung </w:t>
      </w:r>
      <w:r w:rsidR="00CB7F41">
        <w:rPr>
          <w:sz w:val="24"/>
          <w:szCs w:val="24"/>
          <w:lang w:val="da-DK"/>
        </w:rPr>
        <w:t xml:space="preserve">(không quá </w:t>
      </w:r>
      <w:r w:rsidR="00C41844">
        <w:rPr>
          <w:sz w:val="24"/>
          <w:szCs w:val="24"/>
          <w:lang w:val="da-DK"/>
        </w:rPr>
        <w:t>6</w:t>
      </w:r>
      <w:r w:rsidR="00CB7F41">
        <w:rPr>
          <w:sz w:val="24"/>
          <w:szCs w:val="24"/>
          <w:lang w:val="da-DK"/>
        </w:rPr>
        <w:t xml:space="preserve"> trang) </w:t>
      </w:r>
      <w:r w:rsidRPr="00CB7F41">
        <w:rPr>
          <w:sz w:val="24"/>
          <w:szCs w:val="24"/>
          <w:lang w:val="da-DK"/>
        </w:rPr>
        <w:t>mà không bắt buộc có đầy đủ như bài báo cáo khoa học hay bài tổng quan</w:t>
      </w:r>
      <w:r w:rsidR="0037228E" w:rsidRPr="00CB7F41">
        <w:rPr>
          <w:sz w:val="24"/>
          <w:szCs w:val="24"/>
          <w:lang w:val="da-DK"/>
        </w:rPr>
        <w:t>.</w:t>
      </w:r>
      <w:r w:rsidR="0069595C" w:rsidRPr="00CB7F41">
        <w:rPr>
          <w:sz w:val="24"/>
          <w:szCs w:val="24"/>
          <w:lang w:val="da-DK"/>
        </w:rPr>
        <w:t xml:space="preserve"> </w:t>
      </w:r>
    </w:p>
    <w:p w:rsidR="0069595C" w:rsidRPr="00CD1DCF" w:rsidRDefault="0069595C" w:rsidP="00195CA6">
      <w:pPr>
        <w:pStyle w:val="BodyText"/>
        <w:spacing w:before="60"/>
        <w:rPr>
          <w:bCs/>
          <w:sz w:val="24"/>
          <w:lang w:val="da-DK"/>
        </w:rPr>
      </w:pPr>
      <w:r w:rsidRPr="00901C0A">
        <w:rPr>
          <w:b/>
          <w:bCs/>
          <w:sz w:val="24"/>
          <w:lang w:val="da-DK"/>
        </w:rPr>
        <w:t>Từ khóa</w:t>
      </w:r>
      <w:r w:rsidRPr="00901C0A">
        <w:rPr>
          <w:bCs/>
          <w:sz w:val="24"/>
          <w:lang w:val="da-DK"/>
        </w:rPr>
        <w:t>:</w:t>
      </w:r>
      <w:r w:rsidRPr="00901C0A">
        <w:rPr>
          <w:b/>
          <w:bCs/>
          <w:sz w:val="24"/>
          <w:lang w:val="da-DK"/>
        </w:rPr>
        <w:t xml:space="preserve"> </w:t>
      </w:r>
      <w:r w:rsidR="00600DD6" w:rsidRPr="00CD1DCF">
        <w:rPr>
          <w:bCs/>
          <w:sz w:val="24"/>
          <w:lang w:val="da-DK"/>
        </w:rPr>
        <w:t>Từ khóa 1</w:t>
      </w:r>
      <w:r w:rsidR="0037228E" w:rsidRPr="00CD1DCF">
        <w:rPr>
          <w:bCs/>
          <w:sz w:val="24"/>
          <w:lang w:val="da-DK"/>
        </w:rPr>
        <w:t xml:space="preserve">, </w:t>
      </w:r>
      <w:r w:rsidR="00600DD6" w:rsidRPr="00CD1DCF">
        <w:rPr>
          <w:bCs/>
          <w:sz w:val="24"/>
          <w:lang w:val="da-DK"/>
        </w:rPr>
        <w:t>từ khóa 2</w:t>
      </w:r>
      <w:r w:rsidRPr="00CD1DCF">
        <w:rPr>
          <w:bCs/>
          <w:sz w:val="24"/>
          <w:lang w:val="da-DK"/>
        </w:rPr>
        <w:t xml:space="preserve">, </w:t>
      </w:r>
      <w:r w:rsidR="00600DD6" w:rsidRPr="00CD1DCF">
        <w:rPr>
          <w:bCs/>
          <w:sz w:val="24"/>
          <w:lang w:val="da-DK"/>
        </w:rPr>
        <w:t>từ khóa 3</w:t>
      </w:r>
      <w:r w:rsidRPr="00CD1DCF">
        <w:rPr>
          <w:bCs/>
          <w:sz w:val="24"/>
          <w:lang w:val="da-DK"/>
        </w:rPr>
        <w:t>,</w:t>
      </w:r>
      <w:r w:rsidR="0037228E" w:rsidRPr="00CD1DCF">
        <w:rPr>
          <w:bCs/>
          <w:sz w:val="24"/>
          <w:lang w:val="da-DK"/>
        </w:rPr>
        <w:t xml:space="preserve"> </w:t>
      </w:r>
      <w:r w:rsidR="00600DD6" w:rsidRPr="00CD1DCF">
        <w:rPr>
          <w:bCs/>
          <w:sz w:val="24"/>
          <w:lang w:val="da-DK"/>
        </w:rPr>
        <w:t>từ khóa 4</w:t>
      </w:r>
      <w:r w:rsidR="0037228E" w:rsidRPr="00CD1DCF">
        <w:rPr>
          <w:bCs/>
          <w:sz w:val="24"/>
          <w:lang w:val="da-DK"/>
        </w:rPr>
        <w:t>,</w:t>
      </w:r>
      <w:r w:rsidRPr="00CD1DCF">
        <w:rPr>
          <w:bCs/>
          <w:sz w:val="24"/>
          <w:lang w:val="da-DK"/>
        </w:rPr>
        <w:t xml:space="preserve"> </w:t>
      </w:r>
      <w:r w:rsidR="00600DD6" w:rsidRPr="00CD1DCF">
        <w:rPr>
          <w:bCs/>
          <w:sz w:val="24"/>
          <w:lang w:val="da-DK"/>
        </w:rPr>
        <w:t>từ khóa 5</w:t>
      </w:r>
      <w:r w:rsidR="008061B1">
        <w:rPr>
          <w:bCs/>
          <w:sz w:val="24"/>
          <w:lang w:val="da-DK"/>
        </w:rPr>
        <w:t>, từ khóa 6</w:t>
      </w:r>
    </w:p>
    <w:p w:rsidR="00E124F1" w:rsidRPr="008061B1" w:rsidRDefault="00E3682E" w:rsidP="00195CA6">
      <w:pPr>
        <w:tabs>
          <w:tab w:val="left" w:pos="360"/>
        </w:tabs>
        <w:spacing w:before="120" w:after="120"/>
        <w:jc w:val="center"/>
        <w:rPr>
          <w:b/>
          <w:sz w:val="24"/>
          <w:szCs w:val="24"/>
          <w:lang w:val="da-DK"/>
        </w:rPr>
      </w:pPr>
      <w:r w:rsidRPr="008061B1">
        <w:rPr>
          <w:b/>
          <w:sz w:val="24"/>
          <w:szCs w:val="24"/>
          <w:lang w:val="da-DK"/>
        </w:rPr>
        <w:t>ABSTRACT</w:t>
      </w:r>
    </w:p>
    <w:p w:rsidR="00600DD6" w:rsidRPr="00CB7F41" w:rsidRDefault="00901C0A" w:rsidP="00600DD6">
      <w:pPr>
        <w:spacing w:before="120"/>
        <w:ind w:right="-43"/>
        <w:jc w:val="both"/>
        <w:rPr>
          <w:sz w:val="24"/>
          <w:szCs w:val="24"/>
          <w:lang w:val="da-DK"/>
        </w:rPr>
      </w:pPr>
      <w:r w:rsidRPr="00CB7F41">
        <w:rPr>
          <w:sz w:val="24"/>
          <w:szCs w:val="24"/>
          <w:lang w:val="da-DK"/>
        </w:rPr>
        <w:t xml:space="preserve">Phần </w:t>
      </w:r>
      <w:r w:rsidR="00063469">
        <w:rPr>
          <w:sz w:val="24"/>
          <w:szCs w:val="24"/>
          <w:lang w:val="da-DK"/>
        </w:rPr>
        <w:t>A</w:t>
      </w:r>
      <w:r w:rsidRPr="00CB7F41">
        <w:rPr>
          <w:sz w:val="24"/>
          <w:szCs w:val="24"/>
          <w:lang w:val="da-DK"/>
        </w:rPr>
        <w:t>bstract viết bằng tiếng Anh, không quá 250 từ</w:t>
      </w:r>
      <w:r w:rsidR="00DA4A0C">
        <w:rPr>
          <w:sz w:val="24"/>
          <w:szCs w:val="24"/>
          <w:lang w:val="da-DK"/>
        </w:rPr>
        <w:t xml:space="preserve"> </w:t>
      </w:r>
      <w:r w:rsidR="00DA4A0C" w:rsidRPr="00CB7F41">
        <w:rPr>
          <w:sz w:val="24"/>
          <w:szCs w:val="24"/>
          <w:lang w:val="da-DK"/>
        </w:rPr>
        <w:t>(hoặc không quá 500 từ cho cả 2 phần tiếng Việt và tiếng Anh)</w:t>
      </w:r>
      <w:r w:rsidRPr="00CB7F41">
        <w:rPr>
          <w:sz w:val="24"/>
          <w:szCs w:val="24"/>
          <w:lang w:val="da-DK"/>
        </w:rPr>
        <w:t xml:space="preserve">. </w:t>
      </w:r>
      <w:r w:rsidR="00600DD6" w:rsidRPr="00CB7F41">
        <w:rPr>
          <w:sz w:val="24"/>
          <w:szCs w:val="24"/>
          <w:lang w:val="da-DK"/>
        </w:rPr>
        <w:t xml:space="preserve">Bài viết cần đánh dấu tác giả chịu trách nhiệm chính của bài viết với chi tiết về địa chỉ gởi thư, email, điện thoại. Tất cả các bài báo cáo tóm tắt đạt yêu cầu sẽ được đăng trong kỷ yếu của Hội thảo, các bài báo cáo toàn văn được thẩm định đạt yêu cầu </w:t>
      </w:r>
      <w:r w:rsidR="003D5206">
        <w:rPr>
          <w:sz w:val="24"/>
          <w:szCs w:val="24"/>
          <w:lang w:val="da-DK"/>
        </w:rPr>
        <w:t xml:space="preserve">và đóng phí thẩm định </w:t>
      </w:r>
      <w:r w:rsidR="00600DD6" w:rsidRPr="00CB7F41">
        <w:rPr>
          <w:sz w:val="24"/>
          <w:szCs w:val="24"/>
          <w:lang w:val="da-DK"/>
        </w:rPr>
        <w:t>sẽ được đăng trong số Chuyên đề Công nghệ Sinh học của Tạp chí Khoa học Đại học Cần Thơ</w:t>
      </w:r>
      <w:r w:rsidR="008061B1">
        <w:rPr>
          <w:sz w:val="24"/>
          <w:szCs w:val="24"/>
          <w:lang w:val="da-DK"/>
        </w:rPr>
        <w:t xml:space="preserve"> </w:t>
      </w:r>
      <w:r w:rsidR="008061B1" w:rsidRPr="008061B1">
        <w:rPr>
          <w:lang w:val="da-DK"/>
        </w:rPr>
        <w:t>(ISSN </w:t>
      </w:r>
      <w:hyperlink r:id="rId8" w:tgtFrame="_blank" w:history="1">
        <w:r w:rsidR="008061B1" w:rsidRPr="008061B1">
          <w:rPr>
            <w:bCs/>
            <w:lang w:val="da-DK"/>
          </w:rPr>
          <w:t>1859-2333</w:t>
        </w:r>
      </w:hyperlink>
      <w:r w:rsidR="008061B1" w:rsidRPr="008061B1">
        <w:rPr>
          <w:lang w:val="da-DK"/>
        </w:rPr>
        <w:t>)</w:t>
      </w:r>
      <w:r w:rsidR="00600DD6" w:rsidRPr="00CB7F41">
        <w:rPr>
          <w:sz w:val="24"/>
          <w:szCs w:val="24"/>
          <w:lang w:val="da-DK"/>
        </w:rPr>
        <w:t xml:space="preserve">. Tác giả có thể được yêu cầu chỉnh sửa để hoàn chỉnh và Ban tổ chức sẽ không gởi lại cho tác giả bài viết trong trường hợp bài không đạt yêu cầu của Hội thảo. </w:t>
      </w:r>
    </w:p>
    <w:p w:rsidR="00E124F1" w:rsidRPr="00CD1DCF" w:rsidRDefault="00E124F1" w:rsidP="00734E23">
      <w:pPr>
        <w:spacing w:before="60" w:after="60"/>
        <w:jc w:val="both"/>
        <w:rPr>
          <w:sz w:val="24"/>
          <w:szCs w:val="24"/>
        </w:rPr>
      </w:pPr>
      <w:r w:rsidRPr="00901C0A">
        <w:rPr>
          <w:b/>
          <w:sz w:val="24"/>
          <w:szCs w:val="24"/>
        </w:rPr>
        <w:t>Key words</w:t>
      </w:r>
      <w:r w:rsidRPr="00CD1DCF">
        <w:rPr>
          <w:sz w:val="24"/>
          <w:szCs w:val="24"/>
        </w:rPr>
        <w:t>:</w:t>
      </w:r>
      <w:r w:rsidRPr="00901C0A">
        <w:rPr>
          <w:bCs/>
          <w:sz w:val="24"/>
          <w:szCs w:val="24"/>
        </w:rPr>
        <w:t xml:space="preserve"> </w:t>
      </w:r>
      <w:r w:rsidR="00600DD6" w:rsidRPr="00CD1DCF">
        <w:rPr>
          <w:bCs/>
          <w:sz w:val="24"/>
          <w:szCs w:val="24"/>
        </w:rPr>
        <w:t>Key</w:t>
      </w:r>
      <w:r w:rsidR="000C6B7B" w:rsidRPr="00CD1DCF">
        <w:rPr>
          <w:bCs/>
          <w:sz w:val="24"/>
          <w:szCs w:val="24"/>
        </w:rPr>
        <w:t xml:space="preserve"> </w:t>
      </w:r>
      <w:r w:rsidR="00600DD6" w:rsidRPr="00CD1DCF">
        <w:rPr>
          <w:bCs/>
          <w:sz w:val="24"/>
          <w:szCs w:val="24"/>
        </w:rPr>
        <w:t>word 1</w:t>
      </w:r>
      <w:r w:rsidRPr="00CD1DCF">
        <w:rPr>
          <w:bCs/>
          <w:sz w:val="24"/>
          <w:szCs w:val="24"/>
        </w:rPr>
        <w:t xml:space="preserve">, </w:t>
      </w:r>
      <w:r w:rsidR="00600DD6" w:rsidRPr="00CD1DCF">
        <w:rPr>
          <w:bCs/>
          <w:sz w:val="24"/>
          <w:szCs w:val="24"/>
        </w:rPr>
        <w:t>key</w:t>
      </w:r>
      <w:r w:rsidR="000C6B7B" w:rsidRPr="00CD1DCF">
        <w:rPr>
          <w:bCs/>
          <w:sz w:val="24"/>
          <w:szCs w:val="24"/>
        </w:rPr>
        <w:t xml:space="preserve"> </w:t>
      </w:r>
      <w:r w:rsidR="00600DD6" w:rsidRPr="00CD1DCF">
        <w:rPr>
          <w:bCs/>
          <w:sz w:val="24"/>
          <w:szCs w:val="24"/>
        </w:rPr>
        <w:t>word 2</w:t>
      </w:r>
      <w:r w:rsidRPr="00CD1DCF">
        <w:rPr>
          <w:bCs/>
          <w:sz w:val="24"/>
          <w:szCs w:val="24"/>
        </w:rPr>
        <w:t xml:space="preserve">, </w:t>
      </w:r>
      <w:r w:rsidR="00600DD6" w:rsidRPr="00CD1DCF">
        <w:rPr>
          <w:bCs/>
          <w:sz w:val="24"/>
          <w:szCs w:val="24"/>
        </w:rPr>
        <w:t>key</w:t>
      </w:r>
      <w:r w:rsidR="000C6B7B" w:rsidRPr="00CD1DCF">
        <w:rPr>
          <w:bCs/>
          <w:sz w:val="24"/>
          <w:szCs w:val="24"/>
        </w:rPr>
        <w:t xml:space="preserve"> </w:t>
      </w:r>
      <w:r w:rsidR="00600DD6" w:rsidRPr="00CD1DCF">
        <w:rPr>
          <w:bCs/>
          <w:sz w:val="24"/>
          <w:szCs w:val="24"/>
        </w:rPr>
        <w:t>word 3</w:t>
      </w:r>
      <w:r w:rsidRPr="00CD1DCF">
        <w:rPr>
          <w:bCs/>
          <w:sz w:val="24"/>
          <w:szCs w:val="24"/>
        </w:rPr>
        <w:t>,</w:t>
      </w:r>
      <w:r w:rsidRPr="00CD1DCF">
        <w:rPr>
          <w:sz w:val="24"/>
          <w:szCs w:val="24"/>
        </w:rPr>
        <w:t xml:space="preserve"> </w:t>
      </w:r>
      <w:r w:rsidR="00600DD6" w:rsidRPr="00CD1DCF">
        <w:rPr>
          <w:bCs/>
          <w:sz w:val="24"/>
          <w:szCs w:val="24"/>
        </w:rPr>
        <w:t>key</w:t>
      </w:r>
      <w:r w:rsidR="000C6B7B" w:rsidRPr="00CD1DCF">
        <w:rPr>
          <w:bCs/>
          <w:sz w:val="24"/>
          <w:szCs w:val="24"/>
        </w:rPr>
        <w:t xml:space="preserve"> </w:t>
      </w:r>
      <w:r w:rsidR="00600DD6" w:rsidRPr="00CD1DCF">
        <w:rPr>
          <w:bCs/>
          <w:sz w:val="24"/>
          <w:szCs w:val="24"/>
        </w:rPr>
        <w:t>word 4</w:t>
      </w:r>
      <w:r w:rsidRPr="00CD1DCF">
        <w:rPr>
          <w:sz w:val="24"/>
          <w:szCs w:val="24"/>
        </w:rPr>
        <w:t>,</w:t>
      </w:r>
      <w:r w:rsidRPr="00CD1DCF">
        <w:rPr>
          <w:bCs/>
          <w:sz w:val="24"/>
          <w:szCs w:val="24"/>
        </w:rPr>
        <w:t xml:space="preserve"> </w:t>
      </w:r>
      <w:r w:rsidR="00600DD6" w:rsidRPr="00CD1DCF">
        <w:rPr>
          <w:bCs/>
          <w:sz w:val="24"/>
          <w:szCs w:val="24"/>
        </w:rPr>
        <w:t>key</w:t>
      </w:r>
      <w:r w:rsidR="000C6B7B" w:rsidRPr="00CD1DCF">
        <w:rPr>
          <w:bCs/>
          <w:sz w:val="24"/>
          <w:szCs w:val="24"/>
        </w:rPr>
        <w:t xml:space="preserve"> </w:t>
      </w:r>
      <w:r w:rsidR="00600DD6" w:rsidRPr="00CD1DCF">
        <w:rPr>
          <w:bCs/>
          <w:sz w:val="24"/>
          <w:szCs w:val="24"/>
        </w:rPr>
        <w:t>word 5</w:t>
      </w:r>
      <w:r w:rsidR="008061B1">
        <w:rPr>
          <w:bCs/>
          <w:sz w:val="24"/>
          <w:szCs w:val="24"/>
        </w:rPr>
        <w:t>, key word 6</w:t>
      </w:r>
    </w:p>
    <w:p w:rsidR="00E124F1" w:rsidRPr="00901C0A" w:rsidRDefault="00E124F1" w:rsidP="00734E23">
      <w:pPr>
        <w:tabs>
          <w:tab w:val="left" w:pos="360"/>
        </w:tabs>
        <w:spacing w:before="60" w:after="60"/>
        <w:jc w:val="both"/>
        <w:rPr>
          <w:sz w:val="24"/>
          <w:szCs w:val="24"/>
        </w:rPr>
      </w:pPr>
      <w:r w:rsidRPr="00901C0A">
        <w:rPr>
          <w:b/>
          <w:sz w:val="24"/>
          <w:szCs w:val="24"/>
        </w:rPr>
        <w:t>Title</w:t>
      </w:r>
      <w:r w:rsidRPr="00CD1DCF">
        <w:rPr>
          <w:sz w:val="24"/>
          <w:szCs w:val="24"/>
        </w:rPr>
        <w:t>:</w:t>
      </w:r>
      <w:r w:rsidRPr="00901C0A">
        <w:rPr>
          <w:b/>
          <w:sz w:val="24"/>
          <w:szCs w:val="24"/>
        </w:rPr>
        <w:t xml:space="preserve"> </w:t>
      </w:r>
      <w:proofErr w:type="spellStart"/>
      <w:r w:rsidR="00600DD6" w:rsidRPr="00901C0A">
        <w:rPr>
          <w:sz w:val="24"/>
          <w:szCs w:val="24"/>
        </w:rPr>
        <w:t>Worshop</w:t>
      </w:r>
      <w:proofErr w:type="spellEnd"/>
      <w:r w:rsidR="00600DD6" w:rsidRPr="00901C0A">
        <w:rPr>
          <w:sz w:val="24"/>
          <w:szCs w:val="24"/>
        </w:rPr>
        <w:t xml:space="preserve"> on biotechnology in Mekong Delta 2018 - Achievement and development. </w:t>
      </w: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734E23">
      <w:pPr>
        <w:tabs>
          <w:tab w:val="left" w:pos="360"/>
        </w:tabs>
        <w:spacing w:before="60" w:after="60"/>
        <w:jc w:val="both"/>
        <w:rPr>
          <w:sz w:val="24"/>
          <w:szCs w:val="24"/>
        </w:rPr>
      </w:pPr>
    </w:p>
    <w:p w:rsidR="002B1E36" w:rsidRPr="00901C0A" w:rsidRDefault="002B1E36" w:rsidP="00901C0A">
      <w:pPr>
        <w:tabs>
          <w:tab w:val="left" w:pos="360"/>
        </w:tabs>
        <w:spacing w:before="60" w:after="60"/>
        <w:jc w:val="center"/>
        <w:rPr>
          <w:b/>
          <w:sz w:val="24"/>
          <w:szCs w:val="24"/>
        </w:rPr>
      </w:pPr>
      <w:r w:rsidRPr="00901C0A">
        <w:rPr>
          <w:b/>
          <w:color w:val="000000"/>
          <w:sz w:val="24"/>
          <w:szCs w:val="24"/>
          <w:shd w:val="clear" w:color="auto" w:fill="FFFFFF"/>
        </w:rPr>
        <w:lastRenderedPageBreak/>
        <w:t>ẢNH HƯỞNG CỦA LEVAMISOLE LÊN MỘT SỐ CHỈ TIÊU MIỄN DỊCH VÀ KHẢ NĂNG KHÁNG BỆNH Ở CÁ TRA (</w:t>
      </w:r>
      <w:proofErr w:type="spellStart"/>
      <w:r w:rsidRPr="00901C0A">
        <w:rPr>
          <w:rStyle w:val="Emphasis"/>
          <w:b/>
          <w:color w:val="000000"/>
          <w:sz w:val="24"/>
          <w:szCs w:val="24"/>
          <w:shd w:val="clear" w:color="auto" w:fill="FFFFFF"/>
        </w:rPr>
        <w:t>Pangasianodon</w:t>
      </w:r>
      <w:proofErr w:type="spellEnd"/>
      <w:r w:rsidRPr="00901C0A">
        <w:rPr>
          <w:rStyle w:val="Emphasis"/>
          <w:b/>
          <w:color w:val="000000"/>
          <w:sz w:val="24"/>
          <w:szCs w:val="24"/>
          <w:shd w:val="clear" w:color="auto" w:fill="FFFFFF"/>
        </w:rPr>
        <w:t xml:space="preserve"> </w:t>
      </w:r>
      <w:proofErr w:type="spellStart"/>
      <w:r w:rsidRPr="00901C0A">
        <w:rPr>
          <w:rStyle w:val="Emphasis"/>
          <w:b/>
          <w:color w:val="000000"/>
          <w:sz w:val="24"/>
          <w:szCs w:val="24"/>
          <w:shd w:val="clear" w:color="auto" w:fill="FFFFFF"/>
        </w:rPr>
        <w:t>hypophthalmus</w:t>
      </w:r>
      <w:proofErr w:type="spellEnd"/>
      <w:r w:rsidRPr="00901C0A">
        <w:rPr>
          <w:b/>
          <w:color w:val="000000"/>
          <w:sz w:val="24"/>
          <w:szCs w:val="24"/>
          <w:shd w:val="clear" w:color="auto" w:fill="FFFFFF"/>
        </w:rPr>
        <w:t>)</w:t>
      </w:r>
    </w:p>
    <w:p w:rsidR="002B1E36" w:rsidRPr="00901C0A" w:rsidRDefault="002B1E36" w:rsidP="00042765">
      <w:pPr>
        <w:pStyle w:val="NormalWeb"/>
        <w:spacing w:before="120" w:beforeAutospacing="0" w:after="120" w:afterAutospacing="0"/>
        <w:jc w:val="both"/>
        <w:rPr>
          <w:color w:val="000000"/>
        </w:rPr>
      </w:pPr>
      <w:r w:rsidRPr="00901C0A">
        <w:rPr>
          <w:color w:val="000000"/>
          <w:lang w:val="vi-VN"/>
        </w:rPr>
        <w:t>Tô Nguyễn Phước Mai</w:t>
      </w:r>
      <w:r w:rsidRPr="00901C0A">
        <w:rPr>
          <w:color w:val="000000"/>
          <w:vertAlign w:val="superscript"/>
          <w:lang w:val="vi-VN"/>
        </w:rPr>
        <w:t>1</w:t>
      </w:r>
      <w:r w:rsidRPr="00901C0A">
        <w:rPr>
          <w:color w:val="000000"/>
          <w:lang w:val="vi-VN"/>
        </w:rPr>
        <w:t>, Lý Văn Khánh</w:t>
      </w:r>
      <w:r w:rsidRPr="00901C0A">
        <w:rPr>
          <w:color w:val="000000"/>
          <w:vertAlign w:val="superscript"/>
          <w:lang w:val="vi-VN"/>
        </w:rPr>
        <w:t>2*</w:t>
      </w:r>
      <w:r w:rsidRPr="00901C0A">
        <w:rPr>
          <w:color w:val="000000"/>
          <w:lang w:val="vi-VN"/>
        </w:rPr>
        <w:t>, Bùi Lan Anh</w:t>
      </w:r>
      <w:r w:rsidRPr="00901C0A">
        <w:rPr>
          <w:color w:val="000000"/>
          <w:vertAlign w:val="superscript"/>
          <w:lang w:val="vi-VN"/>
        </w:rPr>
        <w:t>3</w:t>
      </w:r>
      <w:r w:rsidRPr="00901C0A">
        <w:rPr>
          <w:color w:val="000000"/>
          <w:lang w:val="vi-VN"/>
        </w:rPr>
        <w:t> và Trần Thanh Trúc</w:t>
      </w:r>
      <w:r w:rsidRPr="00901C0A">
        <w:rPr>
          <w:color w:val="000000"/>
          <w:vertAlign w:val="superscript"/>
          <w:lang w:val="vi-VN"/>
        </w:rPr>
        <w:t>1</w:t>
      </w:r>
    </w:p>
    <w:p w:rsidR="002B1E36" w:rsidRPr="00901C0A" w:rsidRDefault="002B1E36" w:rsidP="00042765">
      <w:pPr>
        <w:pStyle w:val="NormalWeb"/>
        <w:spacing w:before="0" w:beforeAutospacing="0" w:after="0" w:afterAutospacing="0"/>
        <w:jc w:val="both"/>
        <w:rPr>
          <w:color w:val="000000"/>
          <w:sz w:val="22"/>
          <w:szCs w:val="22"/>
        </w:rPr>
      </w:pPr>
      <w:r w:rsidRPr="00901C0A">
        <w:rPr>
          <w:rStyle w:val="Emphasis"/>
          <w:color w:val="000000"/>
          <w:sz w:val="22"/>
          <w:szCs w:val="22"/>
          <w:vertAlign w:val="superscript"/>
          <w:lang w:val="vi-VN"/>
        </w:rPr>
        <w:t>1 </w:t>
      </w:r>
      <w:r w:rsidRPr="00901C0A">
        <w:rPr>
          <w:rStyle w:val="Emphasis"/>
          <w:color w:val="000000"/>
          <w:sz w:val="22"/>
          <w:szCs w:val="22"/>
          <w:lang w:val="vi-VN"/>
        </w:rPr>
        <w:t>Khoa Nông nghiệp và Sinh học Ứng dụng, Trường Đại học Cần Thơ</w:t>
      </w:r>
    </w:p>
    <w:p w:rsidR="002B1E36" w:rsidRPr="00901C0A" w:rsidRDefault="002B1E36" w:rsidP="00042765">
      <w:pPr>
        <w:pStyle w:val="NormalWeb"/>
        <w:spacing w:before="0" w:beforeAutospacing="0" w:after="0" w:afterAutospacing="0"/>
        <w:jc w:val="both"/>
        <w:rPr>
          <w:color w:val="000000"/>
          <w:sz w:val="22"/>
          <w:szCs w:val="22"/>
        </w:rPr>
      </w:pPr>
      <w:r w:rsidRPr="00901C0A">
        <w:rPr>
          <w:rStyle w:val="Emphasis"/>
          <w:color w:val="000000"/>
          <w:sz w:val="22"/>
          <w:szCs w:val="22"/>
          <w:vertAlign w:val="superscript"/>
          <w:lang w:val="vi-VN"/>
        </w:rPr>
        <w:t>2 </w:t>
      </w:r>
      <w:r w:rsidRPr="00901C0A">
        <w:rPr>
          <w:rStyle w:val="Emphasis"/>
          <w:color w:val="000000"/>
          <w:sz w:val="22"/>
          <w:szCs w:val="22"/>
          <w:lang w:val="vi-VN"/>
        </w:rPr>
        <w:t>Viện Nghiên cứu Phát triển Đồng bằng sông Cửu Long, Trường Đại học Cần Thơ</w:t>
      </w:r>
    </w:p>
    <w:p w:rsidR="002B1E36" w:rsidRPr="00901C0A" w:rsidRDefault="002B1E36" w:rsidP="00042765">
      <w:pPr>
        <w:pStyle w:val="NormalWeb"/>
        <w:spacing w:before="0" w:beforeAutospacing="0" w:after="0" w:afterAutospacing="0"/>
        <w:jc w:val="both"/>
        <w:rPr>
          <w:color w:val="000000"/>
          <w:sz w:val="22"/>
          <w:szCs w:val="22"/>
        </w:rPr>
      </w:pPr>
      <w:r w:rsidRPr="00901C0A">
        <w:rPr>
          <w:rStyle w:val="Emphasis"/>
          <w:color w:val="000000"/>
          <w:sz w:val="22"/>
          <w:szCs w:val="22"/>
          <w:vertAlign w:val="superscript"/>
          <w:lang w:val="vi-VN"/>
        </w:rPr>
        <w:t>3</w:t>
      </w:r>
      <w:r w:rsidRPr="00901C0A">
        <w:rPr>
          <w:rStyle w:val="Emphasis"/>
          <w:color w:val="000000"/>
          <w:sz w:val="22"/>
          <w:szCs w:val="22"/>
          <w:lang w:val="vi-VN"/>
        </w:rPr>
        <w:t> Khoa Thủy sản, Trường Đại học Cần Thơ</w:t>
      </w:r>
    </w:p>
    <w:p w:rsidR="002B1E36" w:rsidRPr="00901C0A" w:rsidRDefault="002B1E36" w:rsidP="00042765">
      <w:pPr>
        <w:pStyle w:val="NormalWeb"/>
        <w:spacing w:before="0" w:beforeAutospacing="0" w:after="0" w:afterAutospacing="0"/>
        <w:jc w:val="both"/>
        <w:rPr>
          <w:color w:val="000000"/>
          <w:sz w:val="22"/>
          <w:szCs w:val="22"/>
        </w:rPr>
      </w:pPr>
      <w:r w:rsidRPr="00901C0A">
        <w:rPr>
          <w:rStyle w:val="Emphasis"/>
          <w:color w:val="000000"/>
          <w:sz w:val="22"/>
          <w:szCs w:val="22"/>
          <w:lang w:val="vi-VN"/>
        </w:rPr>
        <w:t>* Người chịu trách nhiệm về bài viết: Lý Văn Khánh (lvkhanh@ctu.edu.vn)</w:t>
      </w:r>
    </w:p>
    <w:p w:rsidR="00901C0A" w:rsidRPr="00901C0A" w:rsidRDefault="00901C0A" w:rsidP="002B1E36">
      <w:pPr>
        <w:spacing w:line="293" w:lineRule="atLeast"/>
        <w:rPr>
          <w:b/>
          <w:bCs/>
          <w:color w:val="000000"/>
          <w:sz w:val="24"/>
          <w:szCs w:val="24"/>
          <w:lang w:val="id-ID" w:eastAsia="ja-JP"/>
        </w:rPr>
      </w:pPr>
    </w:p>
    <w:p w:rsidR="002B1E36" w:rsidRPr="008061B1" w:rsidRDefault="002B1E36" w:rsidP="00901C0A">
      <w:pPr>
        <w:spacing w:line="293" w:lineRule="atLeast"/>
        <w:jc w:val="center"/>
        <w:rPr>
          <w:color w:val="000000"/>
          <w:sz w:val="24"/>
          <w:szCs w:val="24"/>
          <w:lang w:val="id-ID" w:eastAsia="ja-JP"/>
        </w:rPr>
      </w:pPr>
      <w:r w:rsidRPr="00901C0A">
        <w:rPr>
          <w:b/>
          <w:bCs/>
          <w:color w:val="000000"/>
          <w:sz w:val="24"/>
          <w:szCs w:val="24"/>
          <w:lang w:val="id-ID" w:eastAsia="ja-JP"/>
        </w:rPr>
        <w:t>TÓM TẮT</w:t>
      </w:r>
    </w:p>
    <w:p w:rsidR="002B1E36" w:rsidRPr="002B1E36" w:rsidRDefault="002B1E36" w:rsidP="00901C0A">
      <w:pPr>
        <w:spacing w:line="293" w:lineRule="atLeast"/>
        <w:jc w:val="both"/>
        <w:rPr>
          <w:color w:val="000000"/>
          <w:sz w:val="24"/>
          <w:szCs w:val="24"/>
          <w:lang w:val="id-ID" w:eastAsia="ja-JP"/>
        </w:rPr>
      </w:pPr>
      <w:r w:rsidRPr="00CB7F41">
        <w:rPr>
          <w:iCs/>
          <w:color w:val="000000"/>
          <w:sz w:val="24"/>
          <w:szCs w:val="24"/>
          <w:lang w:val="id-ID" w:eastAsia="ja-JP"/>
        </w:rPr>
        <w:t xml:space="preserve">Nghiên cứu thực hiện nhằm tìm hiểu ảnh hưởng của việc bổ sung levamisole vào thức ăn lên sự đáp ứng miễn dịch tự nhiên của cá tra. Levamisole được bổ sung vào thức ăn cho cá tra ở nhiều nồng độ khác nhau (0, 50, 150, 300 và 450 mg/kg thức ăn) trong thời gian 4 tuần. Cá thí nghiệm được cảm nhiễm bằng phương pháp tiêm xoang bụng với vi khuẩn </w:t>
      </w:r>
      <w:r w:rsidRPr="00E445C7">
        <w:rPr>
          <w:i/>
          <w:iCs/>
          <w:color w:val="000000"/>
          <w:sz w:val="24"/>
          <w:szCs w:val="24"/>
          <w:lang w:val="id-ID" w:eastAsia="ja-JP"/>
        </w:rPr>
        <w:t>Edwardsiella ictaluri</w:t>
      </w:r>
      <w:r w:rsidRPr="00CB7F41">
        <w:rPr>
          <w:iCs/>
          <w:color w:val="000000"/>
          <w:sz w:val="24"/>
          <w:szCs w:val="24"/>
          <w:lang w:val="id-ID" w:eastAsia="ja-JP"/>
        </w:rPr>
        <w:t xml:space="preserve"> ở tuần thứ 4 sau khi bổ sung levamisole. Các chỉ tiêu huyết học và miễn dịch được đánh giá ở tuần thứ 2 và thứ 4 của thí nghiệm. Kết quả nghiên cứu ghi nhận: tổng bạch cầu, các loại bạch cầu bao gồm bạch cầu đơn nhân, bạch cầu trung tính ở nhóm bổ sung levamisole tăng cao hơn so với nghiệm thức đối chứng. Các chỉ tiêu miễn dịch, hoạt tính lysozyme và bổ thể tăng cao có ý nghĩa thống kê ở nghiệm thức bổ sung 300 mg/kg thức ăn so với các nghiệm thức còn lại sau 2 tuần bổ sung. Tuy nhiên, đáp ứng miễn dịch không đặc hiệu của cá giảm nhẹ ở tuần thứ 4 sau khi bổ sung levamisole. Sau khi cảm nhiễm, tỉ lệ chết thấp nhất của cá được tìm thấy ở nghiệm thức bổ sung 300 mg/kg thức ăn, khác biệt có ý nghĩa thống kê so với nghiệm thức đối chứng. Nghiên cứu cho thấy, bổ sung levamisole vào thức ăn cá tra với nồng độ 300 mg/kg thức ăn có thể làm gia tăng đáp ứng miễn dịch tự nhiên ở cá và bảo vệ cá tra kháng với vi khuẩn </w:t>
      </w:r>
      <w:r w:rsidRPr="00CB7F41">
        <w:rPr>
          <w:i/>
          <w:iCs/>
          <w:color w:val="000000"/>
          <w:sz w:val="24"/>
          <w:szCs w:val="24"/>
          <w:lang w:val="id-ID" w:eastAsia="ja-JP"/>
        </w:rPr>
        <w:t>E. ictaluri</w:t>
      </w:r>
      <w:r w:rsidRPr="00901C0A">
        <w:rPr>
          <w:i/>
          <w:iCs/>
          <w:color w:val="000000"/>
          <w:sz w:val="24"/>
          <w:szCs w:val="24"/>
          <w:lang w:val="id-ID" w:eastAsia="ja-JP"/>
        </w:rPr>
        <w:t>.</w:t>
      </w:r>
    </w:p>
    <w:p w:rsidR="002B1E36" w:rsidRPr="00901C0A" w:rsidRDefault="002B1E36" w:rsidP="00734E23">
      <w:pPr>
        <w:tabs>
          <w:tab w:val="left" w:pos="360"/>
        </w:tabs>
        <w:spacing w:before="60" w:after="60"/>
        <w:jc w:val="both"/>
        <w:rPr>
          <w:sz w:val="24"/>
          <w:szCs w:val="24"/>
          <w:lang w:val="id-ID"/>
        </w:rPr>
      </w:pPr>
      <w:r w:rsidRPr="00901C0A">
        <w:rPr>
          <w:rStyle w:val="Strong"/>
          <w:color w:val="000000"/>
          <w:sz w:val="24"/>
          <w:szCs w:val="24"/>
          <w:shd w:val="clear" w:color="auto" w:fill="FFFFFF"/>
          <w:lang w:val="pt-BR"/>
        </w:rPr>
        <w:t>Từ khóa</w:t>
      </w:r>
      <w:r w:rsidRPr="00901C0A">
        <w:rPr>
          <w:color w:val="000000"/>
          <w:sz w:val="24"/>
          <w:szCs w:val="24"/>
          <w:shd w:val="clear" w:color="auto" w:fill="FFFFFF"/>
          <w:lang w:val="pt-BR"/>
        </w:rPr>
        <w:t>: Cá trê lai, Clarias, lai khác loài, nghề nuôi cá trê</w:t>
      </w:r>
    </w:p>
    <w:p w:rsidR="00901C0A" w:rsidRPr="00901C0A" w:rsidRDefault="00901C0A" w:rsidP="002B1E36">
      <w:pPr>
        <w:spacing w:line="293" w:lineRule="atLeast"/>
        <w:rPr>
          <w:b/>
          <w:bCs/>
          <w:color w:val="000000"/>
          <w:sz w:val="24"/>
          <w:szCs w:val="24"/>
          <w:lang w:val="id-ID" w:eastAsia="ja-JP"/>
        </w:rPr>
      </w:pPr>
    </w:p>
    <w:p w:rsidR="002B1E36" w:rsidRPr="002B1E36" w:rsidRDefault="002B1E36" w:rsidP="00901C0A">
      <w:pPr>
        <w:spacing w:line="293" w:lineRule="atLeast"/>
        <w:jc w:val="center"/>
        <w:rPr>
          <w:color w:val="000000"/>
          <w:sz w:val="24"/>
          <w:szCs w:val="24"/>
          <w:lang w:eastAsia="ja-JP"/>
        </w:rPr>
      </w:pPr>
      <w:r w:rsidRPr="00901C0A">
        <w:rPr>
          <w:b/>
          <w:bCs/>
          <w:color w:val="000000"/>
          <w:sz w:val="24"/>
          <w:szCs w:val="24"/>
          <w:lang w:val="id-ID" w:eastAsia="ja-JP"/>
        </w:rPr>
        <w:t>ABSTRACT</w:t>
      </w:r>
    </w:p>
    <w:p w:rsidR="002B1E36" w:rsidRPr="00901C0A" w:rsidRDefault="002B1E36" w:rsidP="002B1E36">
      <w:pPr>
        <w:spacing w:line="293" w:lineRule="atLeast"/>
        <w:jc w:val="both"/>
        <w:rPr>
          <w:i/>
          <w:iCs/>
          <w:color w:val="000000"/>
          <w:sz w:val="24"/>
          <w:szCs w:val="24"/>
          <w:lang w:eastAsia="ja-JP"/>
        </w:rPr>
      </w:pPr>
      <w:r w:rsidRPr="00CB7F41">
        <w:rPr>
          <w:iCs/>
          <w:color w:val="000000"/>
          <w:sz w:val="24"/>
          <w:szCs w:val="24"/>
          <w:lang w:eastAsia="ja-JP"/>
        </w:rPr>
        <w:t>This study is aimed to evaluate the effect of levamisole-enrich diets on the innate immune response of striped catfish (</w:t>
      </w:r>
      <w:proofErr w:type="spellStart"/>
      <w:r w:rsidRPr="00E445C7">
        <w:rPr>
          <w:i/>
          <w:iCs/>
          <w:color w:val="000000"/>
          <w:sz w:val="24"/>
          <w:szCs w:val="24"/>
          <w:lang w:eastAsia="ja-JP"/>
        </w:rPr>
        <w:t>Pangasianodon</w:t>
      </w:r>
      <w:proofErr w:type="spellEnd"/>
      <w:r w:rsidRPr="00E445C7">
        <w:rPr>
          <w:i/>
          <w:iCs/>
          <w:color w:val="000000"/>
          <w:sz w:val="24"/>
          <w:szCs w:val="24"/>
          <w:lang w:eastAsia="ja-JP"/>
        </w:rPr>
        <w:t xml:space="preserve"> </w:t>
      </w:r>
      <w:proofErr w:type="spellStart"/>
      <w:r w:rsidRPr="00E445C7">
        <w:rPr>
          <w:i/>
          <w:iCs/>
          <w:color w:val="000000"/>
          <w:sz w:val="24"/>
          <w:szCs w:val="24"/>
          <w:lang w:eastAsia="ja-JP"/>
        </w:rPr>
        <w:t>hypophthalmus</w:t>
      </w:r>
      <w:proofErr w:type="spellEnd"/>
      <w:r w:rsidRPr="00CB7F41">
        <w:rPr>
          <w:iCs/>
          <w:color w:val="000000"/>
          <w:sz w:val="24"/>
          <w:szCs w:val="24"/>
          <w:lang w:eastAsia="ja-JP"/>
        </w:rPr>
        <w:t xml:space="preserve">). Different concentrations of levamisole (0, 50, 150, 300 and 450 mg/kg) were incorporated with fish feed for a period of 4 weeks. Experimental fish were challenged intra-peritoneally with </w:t>
      </w:r>
      <w:proofErr w:type="spellStart"/>
      <w:r w:rsidRPr="00E445C7">
        <w:rPr>
          <w:i/>
          <w:iCs/>
          <w:color w:val="000000"/>
          <w:sz w:val="24"/>
          <w:szCs w:val="24"/>
          <w:lang w:eastAsia="ja-JP"/>
        </w:rPr>
        <w:t>Edwardsiella</w:t>
      </w:r>
      <w:proofErr w:type="spellEnd"/>
      <w:r w:rsidRPr="00E445C7">
        <w:rPr>
          <w:i/>
          <w:iCs/>
          <w:color w:val="000000"/>
          <w:sz w:val="24"/>
          <w:szCs w:val="24"/>
          <w:lang w:eastAsia="ja-JP"/>
        </w:rPr>
        <w:t xml:space="preserve"> </w:t>
      </w:r>
      <w:proofErr w:type="spellStart"/>
      <w:r w:rsidRPr="00E445C7">
        <w:rPr>
          <w:i/>
          <w:iCs/>
          <w:color w:val="000000"/>
          <w:sz w:val="24"/>
          <w:szCs w:val="24"/>
          <w:lang w:eastAsia="ja-JP"/>
        </w:rPr>
        <w:t>ictaluri</w:t>
      </w:r>
      <w:proofErr w:type="spellEnd"/>
      <w:r w:rsidRPr="00CB7F41">
        <w:rPr>
          <w:iCs/>
          <w:color w:val="000000"/>
          <w:sz w:val="24"/>
          <w:szCs w:val="24"/>
          <w:lang w:eastAsia="ja-JP"/>
        </w:rPr>
        <w:t xml:space="preserve"> in the 4th week after feeding levamisole. Hematological and immunological parameters were determined in week 2 and 4. The results of experiment </w:t>
      </w:r>
      <w:proofErr w:type="spellStart"/>
      <w:r w:rsidRPr="00CB7F41">
        <w:rPr>
          <w:iCs/>
          <w:color w:val="000000"/>
          <w:sz w:val="24"/>
          <w:szCs w:val="24"/>
          <w:lang w:eastAsia="ja-JP"/>
        </w:rPr>
        <w:t>reveased</w:t>
      </w:r>
      <w:proofErr w:type="spellEnd"/>
      <w:r w:rsidRPr="00CB7F41">
        <w:rPr>
          <w:iCs/>
          <w:color w:val="000000"/>
          <w:sz w:val="24"/>
          <w:szCs w:val="24"/>
          <w:lang w:eastAsia="ja-JP"/>
        </w:rPr>
        <w:t xml:space="preserve"> that total leukocyte count, monocytes and neutrophils increased in levamisole supplemented groups compared to the control group. The immunological parameters, lysozyme and complement activity statistically increased at doses of 300 mg/kg of the levamisole supplemented diet after 2 weeks. However, the innate immune response of levamisole groups decreased slightly in the 4th week. The lowest mortality rate of post- challenge found in the group of 300mg/kg showed a statistically significant difference compared to the control group. This study reported that the administration of levamisole dietary treatment of 300 mg/kg feed could enhance the innate immune response and resistance to </w:t>
      </w:r>
      <w:r w:rsidRPr="00CB7F41">
        <w:rPr>
          <w:i/>
          <w:iCs/>
          <w:color w:val="000000"/>
          <w:sz w:val="24"/>
          <w:szCs w:val="24"/>
          <w:lang w:eastAsia="ja-JP"/>
        </w:rPr>
        <w:t xml:space="preserve">E. </w:t>
      </w:r>
      <w:proofErr w:type="spellStart"/>
      <w:r w:rsidRPr="00CB7F41">
        <w:rPr>
          <w:i/>
          <w:iCs/>
          <w:color w:val="000000"/>
          <w:sz w:val="24"/>
          <w:szCs w:val="24"/>
          <w:lang w:eastAsia="ja-JP"/>
        </w:rPr>
        <w:t>ictaluri</w:t>
      </w:r>
      <w:proofErr w:type="spellEnd"/>
      <w:r w:rsidRPr="00CB7F41">
        <w:rPr>
          <w:iCs/>
          <w:color w:val="000000"/>
          <w:sz w:val="24"/>
          <w:szCs w:val="24"/>
          <w:lang w:eastAsia="ja-JP"/>
        </w:rPr>
        <w:t xml:space="preserve"> in striped catfish</w:t>
      </w:r>
      <w:r w:rsidRPr="00901C0A">
        <w:rPr>
          <w:i/>
          <w:iCs/>
          <w:color w:val="000000"/>
          <w:sz w:val="24"/>
          <w:szCs w:val="24"/>
          <w:lang w:eastAsia="ja-JP"/>
        </w:rPr>
        <w:t>.</w:t>
      </w:r>
    </w:p>
    <w:p w:rsidR="002B1E36" w:rsidRPr="002B1E36" w:rsidRDefault="002B1E36" w:rsidP="002B1E36">
      <w:pPr>
        <w:spacing w:line="293" w:lineRule="atLeast"/>
        <w:jc w:val="both"/>
        <w:rPr>
          <w:color w:val="000000"/>
          <w:sz w:val="24"/>
          <w:szCs w:val="24"/>
          <w:lang w:eastAsia="ja-JP"/>
        </w:rPr>
      </w:pPr>
      <w:r w:rsidRPr="00901C0A">
        <w:rPr>
          <w:rStyle w:val="Strong"/>
          <w:color w:val="000000"/>
          <w:sz w:val="24"/>
          <w:szCs w:val="24"/>
          <w:shd w:val="clear" w:color="auto" w:fill="FFFFFF"/>
          <w:lang w:val="id-ID"/>
        </w:rPr>
        <w:t>Keywords</w:t>
      </w:r>
      <w:r w:rsidRPr="00901C0A">
        <w:rPr>
          <w:color w:val="000000"/>
          <w:sz w:val="24"/>
          <w:szCs w:val="24"/>
          <w:shd w:val="clear" w:color="auto" w:fill="FFFFFF"/>
          <w:lang w:val="id-ID"/>
        </w:rPr>
        <w:t>: Catfish farming, clarias, hybrid catfish</w:t>
      </w:r>
      <w:r w:rsidRPr="00901C0A">
        <w:rPr>
          <w:color w:val="000000"/>
          <w:sz w:val="24"/>
          <w:szCs w:val="24"/>
          <w:shd w:val="clear" w:color="auto" w:fill="FFFFFF"/>
        </w:rPr>
        <w:t>, </w:t>
      </w:r>
      <w:r w:rsidRPr="00901C0A">
        <w:rPr>
          <w:color w:val="000000"/>
          <w:sz w:val="24"/>
          <w:szCs w:val="24"/>
          <w:shd w:val="clear" w:color="auto" w:fill="FFFFFF"/>
          <w:lang w:val="id-ID"/>
        </w:rPr>
        <w:t>inter-specific hybridization</w:t>
      </w:r>
    </w:p>
    <w:p w:rsidR="002B1E36" w:rsidRDefault="00901C0A" w:rsidP="00734E23">
      <w:pPr>
        <w:tabs>
          <w:tab w:val="left" w:pos="360"/>
        </w:tabs>
        <w:spacing w:before="60" w:after="60"/>
        <w:jc w:val="both"/>
        <w:rPr>
          <w:color w:val="000000"/>
          <w:sz w:val="24"/>
          <w:szCs w:val="24"/>
          <w:shd w:val="clear" w:color="auto" w:fill="FFFFFF"/>
        </w:rPr>
      </w:pPr>
      <w:r w:rsidRPr="00901C0A">
        <w:rPr>
          <w:b/>
          <w:color w:val="000000"/>
          <w:sz w:val="24"/>
          <w:szCs w:val="24"/>
          <w:shd w:val="clear" w:color="auto" w:fill="FFFFFF"/>
          <w:lang w:val="pt-BR"/>
        </w:rPr>
        <w:t>Title:</w:t>
      </w:r>
      <w:r w:rsidRPr="00901C0A">
        <w:rPr>
          <w:color w:val="000000"/>
          <w:sz w:val="24"/>
          <w:szCs w:val="24"/>
          <w:shd w:val="clear" w:color="auto" w:fill="FFFFFF"/>
          <w:lang w:val="pt-BR"/>
        </w:rPr>
        <w:t> </w:t>
      </w:r>
      <w:r w:rsidRPr="00901C0A">
        <w:rPr>
          <w:color w:val="000000"/>
          <w:sz w:val="24"/>
          <w:szCs w:val="24"/>
          <w:shd w:val="clear" w:color="auto" w:fill="FFFFFF"/>
        </w:rPr>
        <w:t xml:space="preserve">Effect of levamisole on parameters of immune response and bacterial </w:t>
      </w:r>
      <w:proofErr w:type="spellStart"/>
      <w:r w:rsidRPr="00901C0A">
        <w:rPr>
          <w:color w:val="000000"/>
          <w:sz w:val="24"/>
          <w:szCs w:val="24"/>
          <w:shd w:val="clear" w:color="auto" w:fill="FFFFFF"/>
        </w:rPr>
        <w:t>resitance</w:t>
      </w:r>
      <w:proofErr w:type="spellEnd"/>
      <w:r w:rsidRPr="00901C0A">
        <w:rPr>
          <w:color w:val="000000"/>
          <w:sz w:val="24"/>
          <w:szCs w:val="24"/>
          <w:shd w:val="clear" w:color="auto" w:fill="FFFFFF"/>
        </w:rPr>
        <w:t xml:space="preserve"> of striped catfish (</w:t>
      </w:r>
      <w:proofErr w:type="spellStart"/>
      <w:r w:rsidRPr="00901C0A">
        <w:rPr>
          <w:rStyle w:val="Emphasis"/>
          <w:color w:val="000000"/>
          <w:sz w:val="24"/>
          <w:szCs w:val="24"/>
          <w:shd w:val="clear" w:color="auto" w:fill="FFFFFF"/>
        </w:rPr>
        <w:t>Pangasianodon</w:t>
      </w:r>
      <w:proofErr w:type="spellEnd"/>
      <w:r w:rsidRPr="00901C0A">
        <w:rPr>
          <w:rStyle w:val="Emphasis"/>
          <w:color w:val="000000"/>
          <w:sz w:val="24"/>
          <w:szCs w:val="24"/>
          <w:shd w:val="clear" w:color="auto" w:fill="FFFFFF"/>
        </w:rPr>
        <w:t xml:space="preserve"> </w:t>
      </w:r>
      <w:proofErr w:type="spellStart"/>
      <w:r w:rsidRPr="00901C0A">
        <w:rPr>
          <w:rStyle w:val="Emphasis"/>
          <w:color w:val="000000"/>
          <w:sz w:val="24"/>
          <w:szCs w:val="24"/>
          <w:shd w:val="clear" w:color="auto" w:fill="FFFFFF"/>
        </w:rPr>
        <w:t>hypophthalmus</w:t>
      </w:r>
      <w:proofErr w:type="spellEnd"/>
      <w:r w:rsidRPr="00901C0A">
        <w:rPr>
          <w:color w:val="000000"/>
          <w:sz w:val="24"/>
          <w:szCs w:val="24"/>
          <w:shd w:val="clear" w:color="auto" w:fill="FFFFFF"/>
        </w:rPr>
        <w:t>)</w:t>
      </w:r>
    </w:p>
    <w:p w:rsidR="00E445C7" w:rsidRDefault="00E445C7" w:rsidP="00734E23">
      <w:pPr>
        <w:tabs>
          <w:tab w:val="left" w:pos="360"/>
        </w:tabs>
        <w:spacing w:before="60" w:after="60"/>
        <w:jc w:val="both"/>
        <w:rPr>
          <w:sz w:val="24"/>
          <w:szCs w:val="24"/>
        </w:rPr>
      </w:pPr>
    </w:p>
    <w:p w:rsidR="00E445C7" w:rsidRPr="00E445C7" w:rsidRDefault="00E445C7" w:rsidP="00734E23">
      <w:pPr>
        <w:tabs>
          <w:tab w:val="left" w:pos="360"/>
        </w:tabs>
        <w:spacing w:before="60" w:after="60"/>
        <w:jc w:val="both"/>
        <w:rPr>
          <w:i/>
          <w:sz w:val="24"/>
          <w:szCs w:val="24"/>
        </w:rPr>
      </w:pPr>
      <w:r>
        <w:rPr>
          <w:i/>
          <w:sz w:val="24"/>
          <w:szCs w:val="24"/>
        </w:rPr>
        <w:t>(</w:t>
      </w:r>
      <w:proofErr w:type="spellStart"/>
      <w:r w:rsidRPr="00E445C7">
        <w:rPr>
          <w:i/>
          <w:sz w:val="24"/>
          <w:szCs w:val="24"/>
        </w:rPr>
        <w:t>Tham</w:t>
      </w:r>
      <w:proofErr w:type="spellEnd"/>
      <w:r w:rsidRPr="00E445C7">
        <w:rPr>
          <w:i/>
          <w:sz w:val="24"/>
          <w:szCs w:val="24"/>
        </w:rPr>
        <w:t xml:space="preserve"> </w:t>
      </w:r>
      <w:proofErr w:type="spellStart"/>
      <w:r w:rsidRPr="00E445C7">
        <w:rPr>
          <w:i/>
          <w:sz w:val="24"/>
          <w:szCs w:val="24"/>
        </w:rPr>
        <w:t>khảo</w:t>
      </w:r>
      <w:proofErr w:type="spellEnd"/>
      <w:r w:rsidRPr="00E445C7">
        <w:rPr>
          <w:i/>
          <w:sz w:val="24"/>
          <w:szCs w:val="24"/>
        </w:rPr>
        <w:t xml:space="preserve"> </w:t>
      </w:r>
      <w:proofErr w:type="spellStart"/>
      <w:r w:rsidRPr="00E445C7">
        <w:rPr>
          <w:i/>
          <w:sz w:val="24"/>
          <w:szCs w:val="24"/>
        </w:rPr>
        <w:t>hướng</w:t>
      </w:r>
      <w:proofErr w:type="spellEnd"/>
      <w:r w:rsidRPr="00E445C7">
        <w:rPr>
          <w:i/>
          <w:sz w:val="24"/>
          <w:szCs w:val="24"/>
        </w:rPr>
        <w:t xml:space="preserve"> </w:t>
      </w:r>
      <w:proofErr w:type="spellStart"/>
      <w:r w:rsidRPr="00E445C7">
        <w:rPr>
          <w:i/>
          <w:sz w:val="24"/>
          <w:szCs w:val="24"/>
        </w:rPr>
        <w:t>dẫn</w:t>
      </w:r>
      <w:proofErr w:type="spellEnd"/>
      <w:r w:rsidRPr="00E445C7">
        <w:rPr>
          <w:i/>
          <w:sz w:val="24"/>
          <w:szCs w:val="24"/>
        </w:rPr>
        <w:t xml:space="preserve"> chi </w:t>
      </w:r>
      <w:proofErr w:type="spellStart"/>
      <w:r w:rsidRPr="00E445C7">
        <w:rPr>
          <w:i/>
          <w:sz w:val="24"/>
          <w:szCs w:val="24"/>
        </w:rPr>
        <w:t>tiết</w:t>
      </w:r>
      <w:proofErr w:type="spellEnd"/>
      <w:r w:rsidRPr="00E445C7">
        <w:rPr>
          <w:i/>
          <w:sz w:val="24"/>
          <w:szCs w:val="24"/>
        </w:rPr>
        <w:t xml:space="preserve"> </w:t>
      </w:r>
      <w:proofErr w:type="spellStart"/>
      <w:r w:rsidRPr="00E445C7">
        <w:rPr>
          <w:i/>
          <w:sz w:val="24"/>
          <w:szCs w:val="24"/>
        </w:rPr>
        <w:t>tại</w:t>
      </w:r>
      <w:proofErr w:type="spellEnd"/>
      <w:r w:rsidRPr="00E445C7">
        <w:rPr>
          <w:i/>
        </w:rPr>
        <w:t xml:space="preserve">: </w:t>
      </w:r>
      <w:hyperlink r:id="rId9" w:history="1">
        <w:r w:rsidRPr="00580087">
          <w:rPr>
            <w:rStyle w:val="Hyperlink"/>
            <w:i/>
          </w:rPr>
          <w:t>https://sj.ctu.edu.vn/ql/docgia/article-hdtv.html</w:t>
        </w:r>
      </w:hyperlink>
      <w:r>
        <w:rPr>
          <w:i/>
        </w:rPr>
        <w:t>)</w:t>
      </w:r>
    </w:p>
    <w:sectPr w:rsidR="00E445C7" w:rsidRPr="00E445C7" w:rsidSect="00957640">
      <w:headerReference w:type="even" r:id="rId10"/>
      <w:headerReference w:type="default" r:id="rId11"/>
      <w:footerReference w:type="even" r:id="rId12"/>
      <w:footnotePr>
        <w:numRestart w:val="eachPage"/>
      </w:footnotePr>
      <w:pgSz w:w="11909" w:h="16834" w:code="9"/>
      <w:pgMar w:top="1418" w:right="1418" w:bottom="1418" w:left="1418" w:header="720" w:footer="720" w:gutter="357"/>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B41" w:rsidRDefault="00AF1B41">
      <w:r>
        <w:separator/>
      </w:r>
    </w:p>
  </w:endnote>
  <w:endnote w:type="continuationSeparator" w:id="0">
    <w:p w:rsidR="00AF1B41" w:rsidRDefault="00AF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DejaVu Sans">
    <w:altName w:val="MS Mincho"/>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835" w:rsidRDefault="00360835" w:rsidP="00A62A7F">
    <w:pPr>
      <w:pStyle w:val="Footer"/>
      <w:framePr w:wrap="around" w:vAnchor="text" w:hAnchor="margin" w:xAlign="outside" w:y="1"/>
    </w:pPr>
    <w:r>
      <w:fldChar w:fldCharType="begin"/>
    </w:r>
    <w:r>
      <w:instrText xml:space="preserve">PAGE  </w:instrText>
    </w:r>
    <w:r>
      <w:fldChar w:fldCharType="end"/>
    </w:r>
  </w:p>
  <w:p w:rsidR="00360835" w:rsidRDefault="00360835" w:rsidP="00A62A7F">
    <w:pPr>
      <w:pStyle w:val="Footer"/>
      <w:ind w:right="360" w:firstLine="360"/>
    </w:pPr>
  </w:p>
  <w:p w:rsidR="00360835" w:rsidRDefault="00360835"/>
  <w:p w:rsidR="00360835" w:rsidRDefault="003608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B41" w:rsidRDefault="00AF1B41">
      <w:r>
        <w:separator/>
      </w:r>
    </w:p>
  </w:footnote>
  <w:footnote w:type="continuationSeparator" w:id="0">
    <w:p w:rsidR="00AF1B41" w:rsidRDefault="00AF1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835" w:rsidRDefault="00360835"/>
  <w:p w:rsidR="00360835" w:rsidRDefault="003608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835" w:rsidRPr="008A044E" w:rsidRDefault="00360835" w:rsidP="008A044E">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A6F3C"/>
    <w:multiLevelType w:val="multilevel"/>
    <w:tmpl w:val="F2320E3E"/>
    <w:lvl w:ilvl="0">
      <w:start w:val="1"/>
      <w:numFmt w:val="decimal"/>
      <w:pStyle w:val="Heading1"/>
      <w:lvlText w:val="%1"/>
      <w:lvlJc w:val="left"/>
      <w:pPr>
        <w:tabs>
          <w:tab w:val="num" w:pos="288"/>
        </w:tabs>
        <w:ind w:left="288" w:hanging="288"/>
      </w:pPr>
      <w:rPr>
        <w:rFonts w:hint="default"/>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648"/>
        </w:tabs>
        <w:ind w:left="648" w:hanging="648"/>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122B2024"/>
    <w:multiLevelType w:val="hybridMultilevel"/>
    <w:tmpl w:val="1BD6321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16AE4CBD"/>
    <w:multiLevelType w:val="multilevel"/>
    <w:tmpl w:val="4666469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D6D0E9E"/>
    <w:multiLevelType w:val="hybridMultilevel"/>
    <w:tmpl w:val="0A76AB6A"/>
    <w:lvl w:ilvl="0" w:tplc="6BA4EBB6">
      <w:start w:val="1"/>
      <w:numFmt w:val="lowerLetter"/>
      <w:pStyle w:val="P3-326a"/>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4" w15:restartNumberingAfterBreak="0">
    <w:nsid w:val="30CC3AC9"/>
    <w:multiLevelType w:val="hybridMultilevel"/>
    <w:tmpl w:val="00F4D5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FC1CBB"/>
    <w:multiLevelType w:val="hybridMultilevel"/>
    <w:tmpl w:val="1BD6321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4062274C"/>
    <w:multiLevelType w:val="hybridMultilevel"/>
    <w:tmpl w:val="817283EA"/>
    <w:lvl w:ilvl="0" w:tplc="0BD405F2">
      <w:start w:val="1"/>
      <w:numFmt w:val="decimal"/>
      <w:pStyle w:val="P331"/>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183932"/>
    <w:multiLevelType w:val="multilevel"/>
    <w:tmpl w:val="E33C1B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648"/>
        </w:tabs>
        <w:ind w:left="648" w:hanging="648"/>
      </w:pPr>
      <w:rPr>
        <w:rFonts w:hint="default"/>
      </w:rPr>
    </w:lvl>
    <w:lvl w:ilvl="3">
      <w:start w:val="1"/>
      <w:numFmt w:val="bullet"/>
      <w:pStyle w:val="IdeaListing"/>
      <w:lvlText w:val="­"/>
      <w:lvlJc w:val="left"/>
      <w:pPr>
        <w:tabs>
          <w:tab w:val="num" w:pos="360"/>
        </w:tabs>
        <w:ind w:left="360" w:hanging="360"/>
      </w:pPr>
      <w:rPr>
        <w:rFonts w:ascii="Courier New" w:hAnsi="Courier New"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2846BF9"/>
    <w:multiLevelType w:val="multilevel"/>
    <w:tmpl w:val="154C43B6"/>
    <w:lvl w:ilvl="0">
      <w:start w:val="1"/>
      <w:numFmt w:val="decimal"/>
      <w:lvlText w:val="(%1)"/>
      <w:lvlJc w:val="left"/>
      <w:pPr>
        <w:tabs>
          <w:tab w:val="num" w:pos="1008"/>
        </w:tabs>
        <w:ind w:left="1008" w:hanging="288"/>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4)"/>
      <w:lvlJc w:val="left"/>
      <w:pPr>
        <w:tabs>
          <w:tab w:val="num" w:pos="1584"/>
        </w:tabs>
        <w:ind w:left="1584" w:hanging="864"/>
      </w:pPr>
      <w:rPr>
        <w:rFonts w:hint="default"/>
      </w:rPr>
    </w:lvl>
    <w:lvl w:ilvl="4">
      <w:start w:val="1"/>
      <w:numFmt w:val="lowerLetter"/>
      <w:pStyle w:val="SubHeading3"/>
      <w:lvlText w:val="(%5)"/>
      <w:lvlJc w:val="left"/>
      <w:pPr>
        <w:tabs>
          <w:tab w:val="num" w:pos="360"/>
        </w:tabs>
        <w:ind w:left="720" w:hanging="360"/>
      </w:pPr>
      <w:rPr>
        <w:rFonts w:hint="default"/>
      </w:rPr>
    </w:lvl>
    <w:lvl w:ilvl="5">
      <w:start w:val="1"/>
      <w:numFmt w:val="lowerRoman"/>
      <w:pStyle w:val="UnderSubHeading3"/>
      <w:lvlText w:val="(%6)"/>
      <w:lvlJc w:val="left"/>
      <w:pPr>
        <w:tabs>
          <w:tab w:val="num" w:pos="360"/>
        </w:tabs>
        <w:ind w:left="1080" w:hanging="360"/>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9" w15:restartNumberingAfterBreak="0">
    <w:nsid w:val="79C30EC7"/>
    <w:multiLevelType w:val="hybridMultilevel"/>
    <w:tmpl w:val="48F8EA6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7C5C15C4"/>
    <w:multiLevelType w:val="multilevel"/>
    <w:tmpl w:val="894802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8"/>
  </w:num>
  <w:num w:numId="3">
    <w:abstractNumId w:val="0"/>
  </w:num>
  <w:num w:numId="4">
    <w:abstractNumId w:val="3"/>
  </w:num>
  <w:num w:numId="5">
    <w:abstractNumId w:val="9"/>
  </w:num>
  <w:num w:numId="6">
    <w:abstractNumId w:val="2"/>
  </w:num>
  <w:num w:numId="7">
    <w:abstractNumId w:val="4"/>
  </w:num>
  <w:num w:numId="8">
    <w:abstractNumId w:val="1"/>
  </w:num>
  <w:num w:numId="9">
    <w:abstractNumId w:val="6"/>
  </w:num>
  <w:num w:numId="10">
    <w:abstractNumId w:val="10"/>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448"/>
    <w:rsid w:val="0000189E"/>
    <w:rsid w:val="000019EF"/>
    <w:rsid w:val="00002962"/>
    <w:rsid w:val="000038AF"/>
    <w:rsid w:val="00003CB5"/>
    <w:rsid w:val="00004C99"/>
    <w:rsid w:val="00005144"/>
    <w:rsid w:val="00007954"/>
    <w:rsid w:val="00007E29"/>
    <w:rsid w:val="000102EB"/>
    <w:rsid w:val="00011FF8"/>
    <w:rsid w:val="00012EE2"/>
    <w:rsid w:val="00013298"/>
    <w:rsid w:val="00013574"/>
    <w:rsid w:val="00014ED3"/>
    <w:rsid w:val="0002072E"/>
    <w:rsid w:val="00023D84"/>
    <w:rsid w:val="000258F0"/>
    <w:rsid w:val="000265A8"/>
    <w:rsid w:val="000321D2"/>
    <w:rsid w:val="0003476E"/>
    <w:rsid w:val="00034A21"/>
    <w:rsid w:val="0003543C"/>
    <w:rsid w:val="00036CE9"/>
    <w:rsid w:val="00040F79"/>
    <w:rsid w:val="00042765"/>
    <w:rsid w:val="000430BC"/>
    <w:rsid w:val="00044633"/>
    <w:rsid w:val="00047D3A"/>
    <w:rsid w:val="00051DDB"/>
    <w:rsid w:val="00055367"/>
    <w:rsid w:val="00056FB8"/>
    <w:rsid w:val="00060DAE"/>
    <w:rsid w:val="00063469"/>
    <w:rsid w:val="00066576"/>
    <w:rsid w:val="00073CE0"/>
    <w:rsid w:val="00075244"/>
    <w:rsid w:val="00075FDA"/>
    <w:rsid w:val="0007640A"/>
    <w:rsid w:val="00080636"/>
    <w:rsid w:val="000808B8"/>
    <w:rsid w:val="00080CDB"/>
    <w:rsid w:val="0008242E"/>
    <w:rsid w:val="00082737"/>
    <w:rsid w:val="00083BA6"/>
    <w:rsid w:val="000867A4"/>
    <w:rsid w:val="00087CAC"/>
    <w:rsid w:val="00087EBA"/>
    <w:rsid w:val="00093051"/>
    <w:rsid w:val="000934BB"/>
    <w:rsid w:val="000934F4"/>
    <w:rsid w:val="00094EE4"/>
    <w:rsid w:val="000952C2"/>
    <w:rsid w:val="000960A2"/>
    <w:rsid w:val="000974EA"/>
    <w:rsid w:val="0009762D"/>
    <w:rsid w:val="00097A5C"/>
    <w:rsid w:val="000A0D65"/>
    <w:rsid w:val="000A3B2F"/>
    <w:rsid w:val="000A462F"/>
    <w:rsid w:val="000B2283"/>
    <w:rsid w:val="000B5C74"/>
    <w:rsid w:val="000B7813"/>
    <w:rsid w:val="000C0DE7"/>
    <w:rsid w:val="000C5CDE"/>
    <w:rsid w:val="000C6B7B"/>
    <w:rsid w:val="000D0AD4"/>
    <w:rsid w:val="000D300D"/>
    <w:rsid w:val="000D3616"/>
    <w:rsid w:val="000D3D66"/>
    <w:rsid w:val="000D644A"/>
    <w:rsid w:val="000E4B89"/>
    <w:rsid w:val="000E4FA2"/>
    <w:rsid w:val="000F057F"/>
    <w:rsid w:val="000F4A0F"/>
    <w:rsid w:val="000F7C6A"/>
    <w:rsid w:val="0010026B"/>
    <w:rsid w:val="00101393"/>
    <w:rsid w:val="001034CB"/>
    <w:rsid w:val="0010570E"/>
    <w:rsid w:val="00112448"/>
    <w:rsid w:val="00113FC2"/>
    <w:rsid w:val="00116A29"/>
    <w:rsid w:val="00122183"/>
    <w:rsid w:val="001249C5"/>
    <w:rsid w:val="00124B58"/>
    <w:rsid w:val="001273F9"/>
    <w:rsid w:val="001276EA"/>
    <w:rsid w:val="00127A58"/>
    <w:rsid w:val="00131EB5"/>
    <w:rsid w:val="0013272A"/>
    <w:rsid w:val="00134C8F"/>
    <w:rsid w:val="00136860"/>
    <w:rsid w:val="00137933"/>
    <w:rsid w:val="00140A2A"/>
    <w:rsid w:val="00143E60"/>
    <w:rsid w:val="00145454"/>
    <w:rsid w:val="00151FC7"/>
    <w:rsid w:val="001622B3"/>
    <w:rsid w:val="00167888"/>
    <w:rsid w:val="00172B35"/>
    <w:rsid w:val="00173337"/>
    <w:rsid w:val="00173CC1"/>
    <w:rsid w:val="00176CAA"/>
    <w:rsid w:val="00190796"/>
    <w:rsid w:val="00191945"/>
    <w:rsid w:val="00191B09"/>
    <w:rsid w:val="00195014"/>
    <w:rsid w:val="00195CA6"/>
    <w:rsid w:val="00195DBA"/>
    <w:rsid w:val="001965B3"/>
    <w:rsid w:val="001A1806"/>
    <w:rsid w:val="001A59A9"/>
    <w:rsid w:val="001A5DB5"/>
    <w:rsid w:val="001A6DA2"/>
    <w:rsid w:val="001B09DB"/>
    <w:rsid w:val="001B1C1F"/>
    <w:rsid w:val="001B3E94"/>
    <w:rsid w:val="001B64C3"/>
    <w:rsid w:val="001B76FB"/>
    <w:rsid w:val="001C0AA5"/>
    <w:rsid w:val="001C1F64"/>
    <w:rsid w:val="001C25C8"/>
    <w:rsid w:val="001C6ECD"/>
    <w:rsid w:val="001D2F3E"/>
    <w:rsid w:val="001D758D"/>
    <w:rsid w:val="001D7EAA"/>
    <w:rsid w:val="001E3A8C"/>
    <w:rsid w:val="001E7B65"/>
    <w:rsid w:val="001F2CEC"/>
    <w:rsid w:val="001F3017"/>
    <w:rsid w:val="001F3EB6"/>
    <w:rsid w:val="001F7580"/>
    <w:rsid w:val="001F7AF0"/>
    <w:rsid w:val="001F7F0B"/>
    <w:rsid w:val="00200A3D"/>
    <w:rsid w:val="00202B12"/>
    <w:rsid w:val="00202B91"/>
    <w:rsid w:val="00203F1B"/>
    <w:rsid w:val="00206269"/>
    <w:rsid w:val="00210EC1"/>
    <w:rsid w:val="00211510"/>
    <w:rsid w:val="00212E9B"/>
    <w:rsid w:val="002140AF"/>
    <w:rsid w:val="00215203"/>
    <w:rsid w:val="002224F0"/>
    <w:rsid w:val="00223312"/>
    <w:rsid w:val="00223618"/>
    <w:rsid w:val="00223ED0"/>
    <w:rsid w:val="002256FD"/>
    <w:rsid w:val="002317A0"/>
    <w:rsid w:val="00232EC5"/>
    <w:rsid w:val="00233478"/>
    <w:rsid w:val="002339D0"/>
    <w:rsid w:val="00240CAE"/>
    <w:rsid w:val="00242DE2"/>
    <w:rsid w:val="002432CA"/>
    <w:rsid w:val="00245C9A"/>
    <w:rsid w:val="00246DE8"/>
    <w:rsid w:val="002529ED"/>
    <w:rsid w:val="00257629"/>
    <w:rsid w:val="00264F4B"/>
    <w:rsid w:val="00271138"/>
    <w:rsid w:val="00277041"/>
    <w:rsid w:val="00277EE6"/>
    <w:rsid w:val="00281195"/>
    <w:rsid w:val="002825F8"/>
    <w:rsid w:val="00287406"/>
    <w:rsid w:val="00287D44"/>
    <w:rsid w:val="00290329"/>
    <w:rsid w:val="00291557"/>
    <w:rsid w:val="00294892"/>
    <w:rsid w:val="002959C8"/>
    <w:rsid w:val="002A1B68"/>
    <w:rsid w:val="002A1FED"/>
    <w:rsid w:val="002A281B"/>
    <w:rsid w:val="002B1BEE"/>
    <w:rsid w:val="002B1E36"/>
    <w:rsid w:val="002B287D"/>
    <w:rsid w:val="002B328C"/>
    <w:rsid w:val="002B40C6"/>
    <w:rsid w:val="002B550C"/>
    <w:rsid w:val="002B6725"/>
    <w:rsid w:val="002B79FF"/>
    <w:rsid w:val="002B7A9B"/>
    <w:rsid w:val="002B7D49"/>
    <w:rsid w:val="002C05C9"/>
    <w:rsid w:val="002C1348"/>
    <w:rsid w:val="002C1CE8"/>
    <w:rsid w:val="002C24CC"/>
    <w:rsid w:val="002C34C9"/>
    <w:rsid w:val="002C3BF3"/>
    <w:rsid w:val="002C46C0"/>
    <w:rsid w:val="002C59EC"/>
    <w:rsid w:val="002C731F"/>
    <w:rsid w:val="002D01C3"/>
    <w:rsid w:val="002D0259"/>
    <w:rsid w:val="002D0417"/>
    <w:rsid w:val="002D12BA"/>
    <w:rsid w:val="002D1BF2"/>
    <w:rsid w:val="002D2D57"/>
    <w:rsid w:val="002D2D5C"/>
    <w:rsid w:val="002E00B3"/>
    <w:rsid w:val="002E0DF5"/>
    <w:rsid w:val="002E724A"/>
    <w:rsid w:val="002F1A3E"/>
    <w:rsid w:val="002F2BEF"/>
    <w:rsid w:val="002F3F64"/>
    <w:rsid w:val="002F6249"/>
    <w:rsid w:val="002F738F"/>
    <w:rsid w:val="003009F7"/>
    <w:rsid w:val="003031D7"/>
    <w:rsid w:val="00304DE1"/>
    <w:rsid w:val="00307118"/>
    <w:rsid w:val="00307FE9"/>
    <w:rsid w:val="00312506"/>
    <w:rsid w:val="00313FF9"/>
    <w:rsid w:val="00314015"/>
    <w:rsid w:val="003146C3"/>
    <w:rsid w:val="003157B9"/>
    <w:rsid w:val="0031648E"/>
    <w:rsid w:val="00317D98"/>
    <w:rsid w:val="00320D2D"/>
    <w:rsid w:val="00322743"/>
    <w:rsid w:val="00324EAF"/>
    <w:rsid w:val="00326A38"/>
    <w:rsid w:val="00327521"/>
    <w:rsid w:val="00330153"/>
    <w:rsid w:val="003411E3"/>
    <w:rsid w:val="00342DD8"/>
    <w:rsid w:val="00343507"/>
    <w:rsid w:val="003503B2"/>
    <w:rsid w:val="00350AFD"/>
    <w:rsid w:val="00351986"/>
    <w:rsid w:val="00354C49"/>
    <w:rsid w:val="0035698B"/>
    <w:rsid w:val="0035773A"/>
    <w:rsid w:val="00360835"/>
    <w:rsid w:val="00364C7B"/>
    <w:rsid w:val="00364E55"/>
    <w:rsid w:val="0037089A"/>
    <w:rsid w:val="00372045"/>
    <w:rsid w:val="0037228E"/>
    <w:rsid w:val="00372A6D"/>
    <w:rsid w:val="0038066D"/>
    <w:rsid w:val="00380B99"/>
    <w:rsid w:val="0039646E"/>
    <w:rsid w:val="003A4321"/>
    <w:rsid w:val="003A763E"/>
    <w:rsid w:val="003A7CE0"/>
    <w:rsid w:val="003B028A"/>
    <w:rsid w:val="003B32C3"/>
    <w:rsid w:val="003C14E7"/>
    <w:rsid w:val="003C4883"/>
    <w:rsid w:val="003C6189"/>
    <w:rsid w:val="003C7F73"/>
    <w:rsid w:val="003D0DE8"/>
    <w:rsid w:val="003D5206"/>
    <w:rsid w:val="003D52E2"/>
    <w:rsid w:val="003D6595"/>
    <w:rsid w:val="003D6DC1"/>
    <w:rsid w:val="003E13DD"/>
    <w:rsid w:val="003E3174"/>
    <w:rsid w:val="003E38A8"/>
    <w:rsid w:val="003E617F"/>
    <w:rsid w:val="003E647D"/>
    <w:rsid w:val="003F0786"/>
    <w:rsid w:val="003F4D1B"/>
    <w:rsid w:val="004046CB"/>
    <w:rsid w:val="004055E9"/>
    <w:rsid w:val="004059B3"/>
    <w:rsid w:val="00405E11"/>
    <w:rsid w:val="0040642A"/>
    <w:rsid w:val="00410E90"/>
    <w:rsid w:val="0041631B"/>
    <w:rsid w:val="00417151"/>
    <w:rsid w:val="00420863"/>
    <w:rsid w:val="00424F3C"/>
    <w:rsid w:val="00425F29"/>
    <w:rsid w:val="00431AF6"/>
    <w:rsid w:val="00432CE3"/>
    <w:rsid w:val="00434377"/>
    <w:rsid w:val="00434930"/>
    <w:rsid w:val="00436B7A"/>
    <w:rsid w:val="00437017"/>
    <w:rsid w:val="0044736A"/>
    <w:rsid w:val="00447E07"/>
    <w:rsid w:val="00450E25"/>
    <w:rsid w:val="00451B96"/>
    <w:rsid w:val="00453765"/>
    <w:rsid w:val="00453DC8"/>
    <w:rsid w:val="00454D1D"/>
    <w:rsid w:val="00455FC8"/>
    <w:rsid w:val="00456E46"/>
    <w:rsid w:val="0046254F"/>
    <w:rsid w:val="00467277"/>
    <w:rsid w:val="00470939"/>
    <w:rsid w:val="004716DA"/>
    <w:rsid w:val="00476312"/>
    <w:rsid w:val="004763E1"/>
    <w:rsid w:val="00481C80"/>
    <w:rsid w:val="004821B8"/>
    <w:rsid w:val="00484195"/>
    <w:rsid w:val="004861A4"/>
    <w:rsid w:val="0049282E"/>
    <w:rsid w:val="004929E1"/>
    <w:rsid w:val="00493EFA"/>
    <w:rsid w:val="004A1821"/>
    <w:rsid w:val="004A2758"/>
    <w:rsid w:val="004A2D69"/>
    <w:rsid w:val="004A4DD5"/>
    <w:rsid w:val="004A563B"/>
    <w:rsid w:val="004A735F"/>
    <w:rsid w:val="004B2857"/>
    <w:rsid w:val="004B300C"/>
    <w:rsid w:val="004B4620"/>
    <w:rsid w:val="004B7CF3"/>
    <w:rsid w:val="004C17A7"/>
    <w:rsid w:val="004C3BC1"/>
    <w:rsid w:val="004C4EC1"/>
    <w:rsid w:val="004C5057"/>
    <w:rsid w:val="004C7701"/>
    <w:rsid w:val="004D07C3"/>
    <w:rsid w:val="004D0B60"/>
    <w:rsid w:val="004D721A"/>
    <w:rsid w:val="004E06B2"/>
    <w:rsid w:val="004E0B8E"/>
    <w:rsid w:val="004E2C7E"/>
    <w:rsid w:val="004E2CC5"/>
    <w:rsid w:val="004E7A3E"/>
    <w:rsid w:val="004F0B2E"/>
    <w:rsid w:val="004F1223"/>
    <w:rsid w:val="004F1960"/>
    <w:rsid w:val="004F2AF7"/>
    <w:rsid w:val="004F366E"/>
    <w:rsid w:val="004F7166"/>
    <w:rsid w:val="004F7E45"/>
    <w:rsid w:val="00500D32"/>
    <w:rsid w:val="005052B2"/>
    <w:rsid w:val="005071AE"/>
    <w:rsid w:val="005079F0"/>
    <w:rsid w:val="00511B9B"/>
    <w:rsid w:val="005129FB"/>
    <w:rsid w:val="00513F44"/>
    <w:rsid w:val="00520BCF"/>
    <w:rsid w:val="00520BF0"/>
    <w:rsid w:val="005216B8"/>
    <w:rsid w:val="00532D56"/>
    <w:rsid w:val="00533132"/>
    <w:rsid w:val="00534244"/>
    <w:rsid w:val="00534A14"/>
    <w:rsid w:val="00540730"/>
    <w:rsid w:val="00541174"/>
    <w:rsid w:val="00541C0D"/>
    <w:rsid w:val="0054503C"/>
    <w:rsid w:val="00546AB6"/>
    <w:rsid w:val="00550B51"/>
    <w:rsid w:val="00551274"/>
    <w:rsid w:val="00553FCA"/>
    <w:rsid w:val="005566B5"/>
    <w:rsid w:val="00556A62"/>
    <w:rsid w:val="00557C49"/>
    <w:rsid w:val="005614F6"/>
    <w:rsid w:val="005628CC"/>
    <w:rsid w:val="00562B08"/>
    <w:rsid w:val="0056545A"/>
    <w:rsid w:val="00572B13"/>
    <w:rsid w:val="00574466"/>
    <w:rsid w:val="005752CE"/>
    <w:rsid w:val="0057535C"/>
    <w:rsid w:val="00576ED0"/>
    <w:rsid w:val="00580428"/>
    <w:rsid w:val="00581928"/>
    <w:rsid w:val="00584A72"/>
    <w:rsid w:val="00586795"/>
    <w:rsid w:val="005953E0"/>
    <w:rsid w:val="0059547C"/>
    <w:rsid w:val="005975B9"/>
    <w:rsid w:val="00597D10"/>
    <w:rsid w:val="005A30E7"/>
    <w:rsid w:val="005A4082"/>
    <w:rsid w:val="005A6A1E"/>
    <w:rsid w:val="005A7F3F"/>
    <w:rsid w:val="005B11C9"/>
    <w:rsid w:val="005B158D"/>
    <w:rsid w:val="005B210C"/>
    <w:rsid w:val="005B24D3"/>
    <w:rsid w:val="005B3D24"/>
    <w:rsid w:val="005B6A81"/>
    <w:rsid w:val="005B79D2"/>
    <w:rsid w:val="005C1071"/>
    <w:rsid w:val="005C5351"/>
    <w:rsid w:val="005C7613"/>
    <w:rsid w:val="005D1F3C"/>
    <w:rsid w:val="005D2AFD"/>
    <w:rsid w:val="005D34D1"/>
    <w:rsid w:val="005D3B90"/>
    <w:rsid w:val="005D4E66"/>
    <w:rsid w:val="005D50C6"/>
    <w:rsid w:val="005E79F6"/>
    <w:rsid w:val="005F03BD"/>
    <w:rsid w:val="005F15AB"/>
    <w:rsid w:val="005F705F"/>
    <w:rsid w:val="005F7A98"/>
    <w:rsid w:val="00600DD6"/>
    <w:rsid w:val="00601604"/>
    <w:rsid w:val="00602280"/>
    <w:rsid w:val="0060401B"/>
    <w:rsid w:val="0060402A"/>
    <w:rsid w:val="00605AA1"/>
    <w:rsid w:val="00607A2F"/>
    <w:rsid w:val="0061155E"/>
    <w:rsid w:val="00611C06"/>
    <w:rsid w:val="006154CB"/>
    <w:rsid w:val="0062036E"/>
    <w:rsid w:val="00620A23"/>
    <w:rsid w:val="00621C2E"/>
    <w:rsid w:val="00622C43"/>
    <w:rsid w:val="00624C7A"/>
    <w:rsid w:val="006265F3"/>
    <w:rsid w:val="00627312"/>
    <w:rsid w:val="00632B6D"/>
    <w:rsid w:val="006342E7"/>
    <w:rsid w:val="006372A8"/>
    <w:rsid w:val="00643116"/>
    <w:rsid w:val="00650DD0"/>
    <w:rsid w:val="00650E28"/>
    <w:rsid w:val="0065515C"/>
    <w:rsid w:val="0065658C"/>
    <w:rsid w:val="0065752E"/>
    <w:rsid w:val="00657C06"/>
    <w:rsid w:val="00660831"/>
    <w:rsid w:val="0066158C"/>
    <w:rsid w:val="00661B72"/>
    <w:rsid w:val="0066206B"/>
    <w:rsid w:val="006636BF"/>
    <w:rsid w:val="00663AD6"/>
    <w:rsid w:val="006643BF"/>
    <w:rsid w:val="00667766"/>
    <w:rsid w:val="00673E5C"/>
    <w:rsid w:val="00674BB2"/>
    <w:rsid w:val="00675254"/>
    <w:rsid w:val="00676950"/>
    <w:rsid w:val="00680163"/>
    <w:rsid w:val="00682AED"/>
    <w:rsid w:val="00682CB0"/>
    <w:rsid w:val="006846DF"/>
    <w:rsid w:val="00686176"/>
    <w:rsid w:val="0069595C"/>
    <w:rsid w:val="00696387"/>
    <w:rsid w:val="00697460"/>
    <w:rsid w:val="006A1322"/>
    <w:rsid w:val="006A1AEE"/>
    <w:rsid w:val="006A5723"/>
    <w:rsid w:val="006A57A1"/>
    <w:rsid w:val="006A7061"/>
    <w:rsid w:val="006B3389"/>
    <w:rsid w:val="006B6B96"/>
    <w:rsid w:val="006B723C"/>
    <w:rsid w:val="006C2B3C"/>
    <w:rsid w:val="006C7706"/>
    <w:rsid w:val="006C7E69"/>
    <w:rsid w:val="006D03FA"/>
    <w:rsid w:val="006D3E97"/>
    <w:rsid w:val="006D4FD0"/>
    <w:rsid w:val="006D50A1"/>
    <w:rsid w:val="006D5C6C"/>
    <w:rsid w:val="006D7348"/>
    <w:rsid w:val="006E1489"/>
    <w:rsid w:val="006E3222"/>
    <w:rsid w:val="006E72DE"/>
    <w:rsid w:val="006F0037"/>
    <w:rsid w:val="006F0FC1"/>
    <w:rsid w:val="006F189E"/>
    <w:rsid w:val="006F18A9"/>
    <w:rsid w:val="006F33B4"/>
    <w:rsid w:val="006F3A55"/>
    <w:rsid w:val="006F4E62"/>
    <w:rsid w:val="006F54E1"/>
    <w:rsid w:val="007036DB"/>
    <w:rsid w:val="007121A9"/>
    <w:rsid w:val="00712501"/>
    <w:rsid w:val="00716826"/>
    <w:rsid w:val="00717897"/>
    <w:rsid w:val="00720AE2"/>
    <w:rsid w:val="00721D86"/>
    <w:rsid w:val="00723078"/>
    <w:rsid w:val="0072325C"/>
    <w:rsid w:val="00723EA2"/>
    <w:rsid w:val="007253A9"/>
    <w:rsid w:val="00726D7E"/>
    <w:rsid w:val="00730B06"/>
    <w:rsid w:val="00733FC8"/>
    <w:rsid w:val="00734E23"/>
    <w:rsid w:val="007350CB"/>
    <w:rsid w:val="00736D4D"/>
    <w:rsid w:val="007374EA"/>
    <w:rsid w:val="00737C94"/>
    <w:rsid w:val="00741513"/>
    <w:rsid w:val="00744D90"/>
    <w:rsid w:val="00744DC8"/>
    <w:rsid w:val="007522DB"/>
    <w:rsid w:val="00754EDB"/>
    <w:rsid w:val="00756D14"/>
    <w:rsid w:val="0075793A"/>
    <w:rsid w:val="00764FA0"/>
    <w:rsid w:val="00765A4E"/>
    <w:rsid w:val="00767E16"/>
    <w:rsid w:val="00771B57"/>
    <w:rsid w:val="007733A0"/>
    <w:rsid w:val="0077375E"/>
    <w:rsid w:val="007771B5"/>
    <w:rsid w:val="007818D0"/>
    <w:rsid w:val="007846E4"/>
    <w:rsid w:val="00784A70"/>
    <w:rsid w:val="007907B5"/>
    <w:rsid w:val="00793D86"/>
    <w:rsid w:val="00796893"/>
    <w:rsid w:val="007A086D"/>
    <w:rsid w:val="007A0A02"/>
    <w:rsid w:val="007A2006"/>
    <w:rsid w:val="007A3320"/>
    <w:rsid w:val="007A484F"/>
    <w:rsid w:val="007A6764"/>
    <w:rsid w:val="007A69EA"/>
    <w:rsid w:val="007B4009"/>
    <w:rsid w:val="007B53C0"/>
    <w:rsid w:val="007B6006"/>
    <w:rsid w:val="007B6602"/>
    <w:rsid w:val="007B7014"/>
    <w:rsid w:val="007B75CE"/>
    <w:rsid w:val="007C126F"/>
    <w:rsid w:val="007C3093"/>
    <w:rsid w:val="007C3442"/>
    <w:rsid w:val="007C3468"/>
    <w:rsid w:val="007C37C8"/>
    <w:rsid w:val="007C4448"/>
    <w:rsid w:val="007C5B4D"/>
    <w:rsid w:val="007C62A4"/>
    <w:rsid w:val="007C672F"/>
    <w:rsid w:val="007C7A2E"/>
    <w:rsid w:val="007D2B75"/>
    <w:rsid w:val="007D30B3"/>
    <w:rsid w:val="007D3318"/>
    <w:rsid w:val="007D344A"/>
    <w:rsid w:val="007D34B2"/>
    <w:rsid w:val="007D358C"/>
    <w:rsid w:val="007D5EAB"/>
    <w:rsid w:val="007D6DBD"/>
    <w:rsid w:val="007D766C"/>
    <w:rsid w:val="007E3034"/>
    <w:rsid w:val="007E3B0A"/>
    <w:rsid w:val="007E3D3A"/>
    <w:rsid w:val="007E4617"/>
    <w:rsid w:val="007E4A21"/>
    <w:rsid w:val="007E575B"/>
    <w:rsid w:val="007E659B"/>
    <w:rsid w:val="007F1271"/>
    <w:rsid w:val="007F17A1"/>
    <w:rsid w:val="007F18CC"/>
    <w:rsid w:val="007F1DAE"/>
    <w:rsid w:val="007F411A"/>
    <w:rsid w:val="007F46C6"/>
    <w:rsid w:val="007F50CD"/>
    <w:rsid w:val="007F714D"/>
    <w:rsid w:val="00800738"/>
    <w:rsid w:val="0080335B"/>
    <w:rsid w:val="00803415"/>
    <w:rsid w:val="00804033"/>
    <w:rsid w:val="008061B1"/>
    <w:rsid w:val="00807659"/>
    <w:rsid w:val="00812091"/>
    <w:rsid w:val="008137BA"/>
    <w:rsid w:val="00814192"/>
    <w:rsid w:val="0081769D"/>
    <w:rsid w:val="00821159"/>
    <w:rsid w:val="008254AC"/>
    <w:rsid w:val="008257BE"/>
    <w:rsid w:val="00825A74"/>
    <w:rsid w:val="00826337"/>
    <w:rsid w:val="00826B19"/>
    <w:rsid w:val="00832AB7"/>
    <w:rsid w:val="0083488C"/>
    <w:rsid w:val="00837329"/>
    <w:rsid w:val="0084053F"/>
    <w:rsid w:val="00844395"/>
    <w:rsid w:val="0084712A"/>
    <w:rsid w:val="00854EE3"/>
    <w:rsid w:val="008566A0"/>
    <w:rsid w:val="00856853"/>
    <w:rsid w:val="008570B6"/>
    <w:rsid w:val="00857968"/>
    <w:rsid w:val="008616AA"/>
    <w:rsid w:val="008631CD"/>
    <w:rsid w:val="008647FA"/>
    <w:rsid w:val="008655F0"/>
    <w:rsid w:val="008670CB"/>
    <w:rsid w:val="00870DAC"/>
    <w:rsid w:val="008723C7"/>
    <w:rsid w:val="0087293C"/>
    <w:rsid w:val="008739B5"/>
    <w:rsid w:val="0087639C"/>
    <w:rsid w:val="00877762"/>
    <w:rsid w:val="00883BB9"/>
    <w:rsid w:val="00884AB3"/>
    <w:rsid w:val="00885D80"/>
    <w:rsid w:val="008916D9"/>
    <w:rsid w:val="0089733B"/>
    <w:rsid w:val="00897666"/>
    <w:rsid w:val="008A044E"/>
    <w:rsid w:val="008A111B"/>
    <w:rsid w:val="008A1BB7"/>
    <w:rsid w:val="008A2D1B"/>
    <w:rsid w:val="008A39A9"/>
    <w:rsid w:val="008B4302"/>
    <w:rsid w:val="008C2425"/>
    <w:rsid w:val="008C32C5"/>
    <w:rsid w:val="008C508A"/>
    <w:rsid w:val="008C6DC1"/>
    <w:rsid w:val="008C6FE5"/>
    <w:rsid w:val="008C7BD5"/>
    <w:rsid w:val="008D043A"/>
    <w:rsid w:val="008D1F71"/>
    <w:rsid w:val="008D405C"/>
    <w:rsid w:val="008E1493"/>
    <w:rsid w:val="008E2E5E"/>
    <w:rsid w:val="008E36AF"/>
    <w:rsid w:val="008E43E8"/>
    <w:rsid w:val="008E4EE4"/>
    <w:rsid w:val="008E5951"/>
    <w:rsid w:val="008E6A12"/>
    <w:rsid w:val="008F1FB9"/>
    <w:rsid w:val="008F2B49"/>
    <w:rsid w:val="008F33FC"/>
    <w:rsid w:val="008F560F"/>
    <w:rsid w:val="008F6B7A"/>
    <w:rsid w:val="0090145E"/>
    <w:rsid w:val="00901C0A"/>
    <w:rsid w:val="00903132"/>
    <w:rsid w:val="009054EF"/>
    <w:rsid w:val="00911567"/>
    <w:rsid w:val="0091185F"/>
    <w:rsid w:val="00912F55"/>
    <w:rsid w:val="0091599B"/>
    <w:rsid w:val="009228FF"/>
    <w:rsid w:val="00922995"/>
    <w:rsid w:val="00925E17"/>
    <w:rsid w:val="00926290"/>
    <w:rsid w:val="00927AF5"/>
    <w:rsid w:val="00930D65"/>
    <w:rsid w:val="00930FD9"/>
    <w:rsid w:val="00934530"/>
    <w:rsid w:val="00941394"/>
    <w:rsid w:val="00941632"/>
    <w:rsid w:val="00941C28"/>
    <w:rsid w:val="00942825"/>
    <w:rsid w:val="009429AF"/>
    <w:rsid w:val="009434BB"/>
    <w:rsid w:val="00943AA1"/>
    <w:rsid w:val="0094467E"/>
    <w:rsid w:val="009457F2"/>
    <w:rsid w:val="00946F50"/>
    <w:rsid w:val="0094744C"/>
    <w:rsid w:val="0094780B"/>
    <w:rsid w:val="00947D30"/>
    <w:rsid w:val="00950B6F"/>
    <w:rsid w:val="0095261A"/>
    <w:rsid w:val="0095325C"/>
    <w:rsid w:val="00954EF2"/>
    <w:rsid w:val="009574B5"/>
    <w:rsid w:val="00957640"/>
    <w:rsid w:val="009579D3"/>
    <w:rsid w:val="00964B57"/>
    <w:rsid w:val="00965A6A"/>
    <w:rsid w:val="0096727B"/>
    <w:rsid w:val="009727BD"/>
    <w:rsid w:val="00974043"/>
    <w:rsid w:val="00976963"/>
    <w:rsid w:val="00977BEA"/>
    <w:rsid w:val="0098247A"/>
    <w:rsid w:val="00982C92"/>
    <w:rsid w:val="00983A11"/>
    <w:rsid w:val="00984A92"/>
    <w:rsid w:val="00990626"/>
    <w:rsid w:val="0099200C"/>
    <w:rsid w:val="00993A0F"/>
    <w:rsid w:val="009A08F8"/>
    <w:rsid w:val="009A69C3"/>
    <w:rsid w:val="009B1C6E"/>
    <w:rsid w:val="009B35ED"/>
    <w:rsid w:val="009B3C71"/>
    <w:rsid w:val="009B5067"/>
    <w:rsid w:val="009B629B"/>
    <w:rsid w:val="009B6379"/>
    <w:rsid w:val="009B6C05"/>
    <w:rsid w:val="009C14F8"/>
    <w:rsid w:val="009C3109"/>
    <w:rsid w:val="009C5E0B"/>
    <w:rsid w:val="009C68C0"/>
    <w:rsid w:val="009C6D60"/>
    <w:rsid w:val="009D132D"/>
    <w:rsid w:val="009D27CD"/>
    <w:rsid w:val="009D5DE1"/>
    <w:rsid w:val="009D7BFD"/>
    <w:rsid w:val="009E57AD"/>
    <w:rsid w:val="009E66C8"/>
    <w:rsid w:val="009F00AB"/>
    <w:rsid w:val="009F177A"/>
    <w:rsid w:val="009F4377"/>
    <w:rsid w:val="009F7738"/>
    <w:rsid w:val="009F7CE5"/>
    <w:rsid w:val="00A03737"/>
    <w:rsid w:val="00A1688B"/>
    <w:rsid w:val="00A16CE4"/>
    <w:rsid w:val="00A22C90"/>
    <w:rsid w:val="00A24252"/>
    <w:rsid w:val="00A24ECA"/>
    <w:rsid w:val="00A3106B"/>
    <w:rsid w:val="00A31E6E"/>
    <w:rsid w:val="00A41E2A"/>
    <w:rsid w:val="00A42324"/>
    <w:rsid w:val="00A42F56"/>
    <w:rsid w:val="00A43112"/>
    <w:rsid w:val="00A4358F"/>
    <w:rsid w:val="00A45E6B"/>
    <w:rsid w:val="00A465BF"/>
    <w:rsid w:val="00A47B51"/>
    <w:rsid w:val="00A50E1C"/>
    <w:rsid w:val="00A514E3"/>
    <w:rsid w:val="00A51BFA"/>
    <w:rsid w:val="00A5254D"/>
    <w:rsid w:val="00A5310E"/>
    <w:rsid w:val="00A53900"/>
    <w:rsid w:val="00A54F0D"/>
    <w:rsid w:val="00A55ABB"/>
    <w:rsid w:val="00A575E0"/>
    <w:rsid w:val="00A57F19"/>
    <w:rsid w:val="00A61195"/>
    <w:rsid w:val="00A62A7F"/>
    <w:rsid w:val="00A63B05"/>
    <w:rsid w:val="00A65AC3"/>
    <w:rsid w:val="00A67ACB"/>
    <w:rsid w:val="00A711F6"/>
    <w:rsid w:val="00A7132B"/>
    <w:rsid w:val="00A727C3"/>
    <w:rsid w:val="00A73BAF"/>
    <w:rsid w:val="00A77172"/>
    <w:rsid w:val="00A83897"/>
    <w:rsid w:val="00A87959"/>
    <w:rsid w:val="00A87FF5"/>
    <w:rsid w:val="00A91DAE"/>
    <w:rsid w:val="00A96363"/>
    <w:rsid w:val="00AA0C15"/>
    <w:rsid w:val="00AA1013"/>
    <w:rsid w:val="00AA2BF1"/>
    <w:rsid w:val="00AA3698"/>
    <w:rsid w:val="00AA7117"/>
    <w:rsid w:val="00AA7499"/>
    <w:rsid w:val="00AB121E"/>
    <w:rsid w:val="00AB3A9E"/>
    <w:rsid w:val="00AC0D4D"/>
    <w:rsid w:val="00AC3A70"/>
    <w:rsid w:val="00AC53BF"/>
    <w:rsid w:val="00AD31AA"/>
    <w:rsid w:val="00AE082B"/>
    <w:rsid w:val="00AE2B0B"/>
    <w:rsid w:val="00AE3EC6"/>
    <w:rsid w:val="00AE413C"/>
    <w:rsid w:val="00AE5CF5"/>
    <w:rsid w:val="00AE5D80"/>
    <w:rsid w:val="00AE7DBB"/>
    <w:rsid w:val="00AF03CE"/>
    <w:rsid w:val="00AF0E75"/>
    <w:rsid w:val="00AF1B41"/>
    <w:rsid w:val="00AF274A"/>
    <w:rsid w:val="00AF35C6"/>
    <w:rsid w:val="00AF3EAA"/>
    <w:rsid w:val="00AF5347"/>
    <w:rsid w:val="00AF7540"/>
    <w:rsid w:val="00B00A2E"/>
    <w:rsid w:val="00B040A8"/>
    <w:rsid w:val="00B05C0A"/>
    <w:rsid w:val="00B07A8A"/>
    <w:rsid w:val="00B10331"/>
    <w:rsid w:val="00B10D0B"/>
    <w:rsid w:val="00B129CC"/>
    <w:rsid w:val="00B12DCA"/>
    <w:rsid w:val="00B16B83"/>
    <w:rsid w:val="00B173C7"/>
    <w:rsid w:val="00B2022D"/>
    <w:rsid w:val="00B2193E"/>
    <w:rsid w:val="00B22E43"/>
    <w:rsid w:val="00B256D3"/>
    <w:rsid w:val="00B25B0F"/>
    <w:rsid w:val="00B32FB5"/>
    <w:rsid w:val="00B331A7"/>
    <w:rsid w:val="00B344CA"/>
    <w:rsid w:val="00B347FD"/>
    <w:rsid w:val="00B37CBE"/>
    <w:rsid w:val="00B42720"/>
    <w:rsid w:val="00B43AE6"/>
    <w:rsid w:val="00B446D9"/>
    <w:rsid w:val="00B46751"/>
    <w:rsid w:val="00B51D3C"/>
    <w:rsid w:val="00B53169"/>
    <w:rsid w:val="00B53B2E"/>
    <w:rsid w:val="00B56D44"/>
    <w:rsid w:val="00B57154"/>
    <w:rsid w:val="00B62149"/>
    <w:rsid w:val="00B62484"/>
    <w:rsid w:val="00B62857"/>
    <w:rsid w:val="00B628A9"/>
    <w:rsid w:val="00B64030"/>
    <w:rsid w:val="00B65868"/>
    <w:rsid w:val="00B67E15"/>
    <w:rsid w:val="00B7213B"/>
    <w:rsid w:val="00B72DFB"/>
    <w:rsid w:val="00B73EA7"/>
    <w:rsid w:val="00B74759"/>
    <w:rsid w:val="00B74D3B"/>
    <w:rsid w:val="00B771EE"/>
    <w:rsid w:val="00B77911"/>
    <w:rsid w:val="00B818C9"/>
    <w:rsid w:val="00B82F98"/>
    <w:rsid w:val="00B8301C"/>
    <w:rsid w:val="00B8611C"/>
    <w:rsid w:val="00B8706B"/>
    <w:rsid w:val="00B909C1"/>
    <w:rsid w:val="00B94E26"/>
    <w:rsid w:val="00B95A29"/>
    <w:rsid w:val="00B95BD3"/>
    <w:rsid w:val="00B96749"/>
    <w:rsid w:val="00B97261"/>
    <w:rsid w:val="00BA0A8D"/>
    <w:rsid w:val="00BA3698"/>
    <w:rsid w:val="00BA3B4F"/>
    <w:rsid w:val="00BA41A6"/>
    <w:rsid w:val="00BA54DE"/>
    <w:rsid w:val="00BA5A8A"/>
    <w:rsid w:val="00BA5E89"/>
    <w:rsid w:val="00BA7279"/>
    <w:rsid w:val="00BB03C9"/>
    <w:rsid w:val="00BB4372"/>
    <w:rsid w:val="00BB5626"/>
    <w:rsid w:val="00BB6478"/>
    <w:rsid w:val="00BB65BA"/>
    <w:rsid w:val="00BB70B0"/>
    <w:rsid w:val="00BC1FE2"/>
    <w:rsid w:val="00BC2569"/>
    <w:rsid w:val="00BC2FD2"/>
    <w:rsid w:val="00BD05B0"/>
    <w:rsid w:val="00BD239E"/>
    <w:rsid w:val="00BD586F"/>
    <w:rsid w:val="00BD6259"/>
    <w:rsid w:val="00BE12E0"/>
    <w:rsid w:val="00BE3B60"/>
    <w:rsid w:val="00BE4AE6"/>
    <w:rsid w:val="00BE7F1F"/>
    <w:rsid w:val="00BF3227"/>
    <w:rsid w:val="00BF360F"/>
    <w:rsid w:val="00BF707A"/>
    <w:rsid w:val="00BF7448"/>
    <w:rsid w:val="00C01C03"/>
    <w:rsid w:val="00C05B5E"/>
    <w:rsid w:val="00C06AB5"/>
    <w:rsid w:val="00C11192"/>
    <w:rsid w:val="00C14149"/>
    <w:rsid w:val="00C15B49"/>
    <w:rsid w:val="00C15EEB"/>
    <w:rsid w:val="00C20129"/>
    <w:rsid w:val="00C20187"/>
    <w:rsid w:val="00C20643"/>
    <w:rsid w:val="00C2185F"/>
    <w:rsid w:val="00C26C3A"/>
    <w:rsid w:val="00C26DE8"/>
    <w:rsid w:val="00C2756A"/>
    <w:rsid w:val="00C30143"/>
    <w:rsid w:val="00C30A17"/>
    <w:rsid w:val="00C32B70"/>
    <w:rsid w:val="00C33729"/>
    <w:rsid w:val="00C34310"/>
    <w:rsid w:val="00C40C34"/>
    <w:rsid w:val="00C414B7"/>
    <w:rsid w:val="00C41844"/>
    <w:rsid w:val="00C47C13"/>
    <w:rsid w:val="00C510A1"/>
    <w:rsid w:val="00C53DE8"/>
    <w:rsid w:val="00C540A7"/>
    <w:rsid w:val="00C5540E"/>
    <w:rsid w:val="00C55F0D"/>
    <w:rsid w:val="00C5651A"/>
    <w:rsid w:val="00C6246F"/>
    <w:rsid w:val="00C63177"/>
    <w:rsid w:val="00C636F6"/>
    <w:rsid w:val="00C64039"/>
    <w:rsid w:val="00C6521F"/>
    <w:rsid w:val="00C674B4"/>
    <w:rsid w:val="00C72CFF"/>
    <w:rsid w:val="00C73161"/>
    <w:rsid w:val="00C73E97"/>
    <w:rsid w:val="00C75F9A"/>
    <w:rsid w:val="00C814E0"/>
    <w:rsid w:val="00C86D96"/>
    <w:rsid w:val="00C87A1D"/>
    <w:rsid w:val="00C87A8A"/>
    <w:rsid w:val="00C87C26"/>
    <w:rsid w:val="00C96A88"/>
    <w:rsid w:val="00CA31B6"/>
    <w:rsid w:val="00CA367A"/>
    <w:rsid w:val="00CA6344"/>
    <w:rsid w:val="00CA6B44"/>
    <w:rsid w:val="00CB13F4"/>
    <w:rsid w:val="00CB43C4"/>
    <w:rsid w:val="00CB7F41"/>
    <w:rsid w:val="00CC0595"/>
    <w:rsid w:val="00CC06D9"/>
    <w:rsid w:val="00CC176E"/>
    <w:rsid w:val="00CC228B"/>
    <w:rsid w:val="00CC2C8A"/>
    <w:rsid w:val="00CD1DCF"/>
    <w:rsid w:val="00CD1EA3"/>
    <w:rsid w:val="00CD632B"/>
    <w:rsid w:val="00CE0524"/>
    <w:rsid w:val="00CE16C6"/>
    <w:rsid w:val="00CE31B8"/>
    <w:rsid w:val="00CE36A4"/>
    <w:rsid w:val="00CE5B89"/>
    <w:rsid w:val="00CE5C67"/>
    <w:rsid w:val="00CE5F67"/>
    <w:rsid w:val="00CE621A"/>
    <w:rsid w:val="00CE6C24"/>
    <w:rsid w:val="00CE6C95"/>
    <w:rsid w:val="00CE74E8"/>
    <w:rsid w:val="00CF3BCF"/>
    <w:rsid w:val="00D05324"/>
    <w:rsid w:val="00D05670"/>
    <w:rsid w:val="00D10474"/>
    <w:rsid w:val="00D12A5D"/>
    <w:rsid w:val="00D15E06"/>
    <w:rsid w:val="00D201F5"/>
    <w:rsid w:val="00D20A62"/>
    <w:rsid w:val="00D2292A"/>
    <w:rsid w:val="00D2492C"/>
    <w:rsid w:val="00D27CEA"/>
    <w:rsid w:val="00D34DC7"/>
    <w:rsid w:val="00D35856"/>
    <w:rsid w:val="00D36541"/>
    <w:rsid w:val="00D442BB"/>
    <w:rsid w:val="00D44B77"/>
    <w:rsid w:val="00D471F4"/>
    <w:rsid w:val="00D52428"/>
    <w:rsid w:val="00D56B3E"/>
    <w:rsid w:val="00D57DDB"/>
    <w:rsid w:val="00D60515"/>
    <w:rsid w:val="00D61751"/>
    <w:rsid w:val="00D63EEB"/>
    <w:rsid w:val="00D65936"/>
    <w:rsid w:val="00D67CE9"/>
    <w:rsid w:val="00D70CB7"/>
    <w:rsid w:val="00D717FC"/>
    <w:rsid w:val="00D748BF"/>
    <w:rsid w:val="00D74ADF"/>
    <w:rsid w:val="00D768D3"/>
    <w:rsid w:val="00D81BE0"/>
    <w:rsid w:val="00D81DE2"/>
    <w:rsid w:val="00D83764"/>
    <w:rsid w:val="00D84130"/>
    <w:rsid w:val="00D87463"/>
    <w:rsid w:val="00D910C0"/>
    <w:rsid w:val="00D92151"/>
    <w:rsid w:val="00D928CC"/>
    <w:rsid w:val="00D930BD"/>
    <w:rsid w:val="00D96179"/>
    <w:rsid w:val="00DA05C8"/>
    <w:rsid w:val="00DA134A"/>
    <w:rsid w:val="00DA4A0C"/>
    <w:rsid w:val="00DA5AD4"/>
    <w:rsid w:val="00DA7EC9"/>
    <w:rsid w:val="00DA7F33"/>
    <w:rsid w:val="00DB11F1"/>
    <w:rsid w:val="00DB28C7"/>
    <w:rsid w:val="00DB509A"/>
    <w:rsid w:val="00DB5FE9"/>
    <w:rsid w:val="00DB6358"/>
    <w:rsid w:val="00DB6EF9"/>
    <w:rsid w:val="00DB73F6"/>
    <w:rsid w:val="00DB7911"/>
    <w:rsid w:val="00DB7E5D"/>
    <w:rsid w:val="00DC0514"/>
    <w:rsid w:val="00DC21B7"/>
    <w:rsid w:val="00DC3796"/>
    <w:rsid w:val="00DC46EB"/>
    <w:rsid w:val="00DC57F6"/>
    <w:rsid w:val="00DC66FB"/>
    <w:rsid w:val="00DC6FE6"/>
    <w:rsid w:val="00DD0349"/>
    <w:rsid w:val="00DD076F"/>
    <w:rsid w:val="00DD0ADA"/>
    <w:rsid w:val="00DD1D12"/>
    <w:rsid w:val="00DD246F"/>
    <w:rsid w:val="00DD3811"/>
    <w:rsid w:val="00DD5538"/>
    <w:rsid w:val="00DD5C62"/>
    <w:rsid w:val="00DE0162"/>
    <w:rsid w:val="00DE1708"/>
    <w:rsid w:val="00DE4383"/>
    <w:rsid w:val="00DE4E43"/>
    <w:rsid w:val="00DE6026"/>
    <w:rsid w:val="00DE658F"/>
    <w:rsid w:val="00DE79D6"/>
    <w:rsid w:val="00DF069F"/>
    <w:rsid w:val="00DF15BE"/>
    <w:rsid w:val="00DF36A8"/>
    <w:rsid w:val="00DF3BE8"/>
    <w:rsid w:val="00DF51BB"/>
    <w:rsid w:val="00E03650"/>
    <w:rsid w:val="00E03922"/>
    <w:rsid w:val="00E0403F"/>
    <w:rsid w:val="00E0576B"/>
    <w:rsid w:val="00E0704A"/>
    <w:rsid w:val="00E107F6"/>
    <w:rsid w:val="00E10F8B"/>
    <w:rsid w:val="00E124F1"/>
    <w:rsid w:val="00E127EA"/>
    <w:rsid w:val="00E12AEE"/>
    <w:rsid w:val="00E16BB2"/>
    <w:rsid w:val="00E16C1C"/>
    <w:rsid w:val="00E216EE"/>
    <w:rsid w:val="00E2180D"/>
    <w:rsid w:val="00E2193A"/>
    <w:rsid w:val="00E222CD"/>
    <w:rsid w:val="00E227BA"/>
    <w:rsid w:val="00E23883"/>
    <w:rsid w:val="00E26309"/>
    <w:rsid w:val="00E27460"/>
    <w:rsid w:val="00E30649"/>
    <w:rsid w:val="00E32530"/>
    <w:rsid w:val="00E33EA9"/>
    <w:rsid w:val="00E34500"/>
    <w:rsid w:val="00E35457"/>
    <w:rsid w:val="00E3682E"/>
    <w:rsid w:val="00E407E4"/>
    <w:rsid w:val="00E4150F"/>
    <w:rsid w:val="00E445C7"/>
    <w:rsid w:val="00E45C75"/>
    <w:rsid w:val="00E46593"/>
    <w:rsid w:val="00E47669"/>
    <w:rsid w:val="00E504DE"/>
    <w:rsid w:val="00E50A6F"/>
    <w:rsid w:val="00E51174"/>
    <w:rsid w:val="00E518D6"/>
    <w:rsid w:val="00E57FA0"/>
    <w:rsid w:val="00E62B3D"/>
    <w:rsid w:val="00E62E1A"/>
    <w:rsid w:val="00E64E4C"/>
    <w:rsid w:val="00E663BF"/>
    <w:rsid w:val="00E66A56"/>
    <w:rsid w:val="00E66F69"/>
    <w:rsid w:val="00E67E8E"/>
    <w:rsid w:val="00E71666"/>
    <w:rsid w:val="00E76A7B"/>
    <w:rsid w:val="00E7727F"/>
    <w:rsid w:val="00E77FB7"/>
    <w:rsid w:val="00E81E15"/>
    <w:rsid w:val="00E81F32"/>
    <w:rsid w:val="00E833AF"/>
    <w:rsid w:val="00E85D7B"/>
    <w:rsid w:val="00E90A30"/>
    <w:rsid w:val="00E92288"/>
    <w:rsid w:val="00E93728"/>
    <w:rsid w:val="00E95794"/>
    <w:rsid w:val="00EA0284"/>
    <w:rsid w:val="00EA1634"/>
    <w:rsid w:val="00EA169B"/>
    <w:rsid w:val="00EA3890"/>
    <w:rsid w:val="00EA4284"/>
    <w:rsid w:val="00EA563A"/>
    <w:rsid w:val="00EA5994"/>
    <w:rsid w:val="00EA66C8"/>
    <w:rsid w:val="00EB03A6"/>
    <w:rsid w:val="00EB14C7"/>
    <w:rsid w:val="00EB3E00"/>
    <w:rsid w:val="00EB4AD1"/>
    <w:rsid w:val="00EB6430"/>
    <w:rsid w:val="00EB7187"/>
    <w:rsid w:val="00EB7D89"/>
    <w:rsid w:val="00EC2D5F"/>
    <w:rsid w:val="00EC4A13"/>
    <w:rsid w:val="00EC7DC3"/>
    <w:rsid w:val="00ED26C8"/>
    <w:rsid w:val="00ED620D"/>
    <w:rsid w:val="00EE05F4"/>
    <w:rsid w:val="00EE1310"/>
    <w:rsid w:val="00EF3439"/>
    <w:rsid w:val="00EF5936"/>
    <w:rsid w:val="00EF7866"/>
    <w:rsid w:val="00F02A9F"/>
    <w:rsid w:val="00F02F1C"/>
    <w:rsid w:val="00F04A80"/>
    <w:rsid w:val="00F1040F"/>
    <w:rsid w:val="00F11D86"/>
    <w:rsid w:val="00F1515E"/>
    <w:rsid w:val="00F151C6"/>
    <w:rsid w:val="00F17659"/>
    <w:rsid w:val="00F208E5"/>
    <w:rsid w:val="00F21800"/>
    <w:rsid w:val="00F22337"/>
    <w:rsid w:val="00F2234F"/>
    <w:rsid w:val="00F247EB"/>
    <w:rsid w:val="00F31BC8"/>
    <w:rsid w:val="00F33039"/>
    <w:rsid w:val="00F34001"/>
    <w:rsid w:val="00F368BB"/>
    <w:rsid w:val="00F37190"/>
    <w:rsid w:val="00F404C8"/>
    <w:rsid w:val="00F43097"/>
    <w:rsid w:val="00F43CE4"/>
    <w:rsid w:val="00F47FC0"/>
    <w:rsid w:val="00F505A4"/>
    <w:rsid w:val="00F5095B"/>
    <w:rsid w:val="00F52BC0"/>
    <w:rsid w:val="00F547E3"/>
    <w:rsid w:val="00F54822"/>
    <w:rsid w:val="00F55116"/>
    <w:rsid w:val="00F60D57"/>
    <w:rsid w:val="00F66DFC"/>
    <w:rsid w:val="00F70039"/>
    <w:rsid w:val="00F706E0"/>
    <w:rsid w:val="00F707D9"/>
    <w:rsid w:val="00F749F6"/>
    <w:rsid w:val="00F76618"/>
    <w:rsid w:val="00F807AA"/>
    <w:rsid w:val="00F90168"/>
    <w:rsid w:val="00F917DF"/>
    <w:rsid w:val="00F94147"/>
    <w:rsid w:val="00F94E51"/>
    <w:rsid w:val="00F95997"/>
    <w:rsid w:val="00F960EC"/>
    <w:rsid w:val="00F96D47"/>
    <w:rsid w:val="00FA4F6B"/>
    <w:rsid w:val="00FA5F8E"/>
    <w:rsid w:val="00FA7299"/>
    <w:rsid w:val="00FA7A9D"/>
    <w:rsid w:val="00FB17D2"/>
    <w:rsid w:val="00FB29A4"/>
    <w:rsid w:val="00FB3E3C"/>
    <w:rsid w:val="00FB3E9E"/>
    <w:rsid w:val="00FB67A1"/>
    <w:rsid w:val="00FC3844"/>
    <w:rsid w:val="00FC6B14"/>
    <w:rsid w:val="00FD1102"/>
    <w:rsid w:val="00FD4FE9"/>
    <w:rsid w:val="00FD5B80"/>
    <w:rsid w:val="00FD67CF"/>
    <w:rsid w:val="00FE0EA9"/>
    <w:rsid w:val="00FE70D9"/>
    <w:rsid w:val="00FF063A"/>
    <w:rsid w:val="00FF0BD2"/>
    <w:rsid w:val="00FF18F8"/>
    <w:rsid w:val="00FF1D02"/>
    <w:rsid w:val="00FF3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211CA1"/>
  <w15:chartTrackingRefBased/>
  <w15:docId w15:val="{38F77B24-A3E3-4E34-9C54-14B29656C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 w:qFormat="1"/>
    <w:lsdException w:name="heading 3" w:uiPriority="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99"/>
    <w:lsdException w:name="toc 6" w:uiPriority="9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itle" w:qFormat="1"/>
    <w:lsdException w:name="Body Text" w:uiPriority="1" w:qFormat="1"/>
    <w:lsdException w:name="Subtitle" w:qFormat="1"/>
    <w:lsdException w:name="Hyperlink" w:uiPriority="99"/>
    <w:lsdException w:name="Strong" w:uiPriority="22" w:qFormat="1"/>
    <w:lsdException w:name="Emphasis" w:uiPriority="20" w:qFormat="1"/>
    <w:lsdException w:name="Normal (Web)" w:uiPriority="99"/>
    <w:lsdException w:name="HTML Cite" w:uiPriority="99"/>
    <w:lsdException w:name="HTML Sample" w:semiHidden="1" w:unhideWhenUsed="1"/>
    <w:lsdException w:name="HTML Variable" w:semiHidden="1" w:unhideWhenUsed="1"/>
    <w:lsdException w:name="Normal Table" w:semiHidden="1" w:unhideWhenUsed="1"/>
    <w:lsdException w:name="annotation subject" w:uiPriority="99"/>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0039"/>
    <w:rPr>
      <w:sz w:val="26"/>
      <w:szCs w:val="26"/>
    </w:rPr>
  </w:style>
  <w:style w:type="paragraph" w:styleId="Heading1">
    <w:name w:val="heading 1"/>
    <w:basedOn w:val="Normal"/>
    <w:next w:val="Normal"/>
    <w:link w:val="Heading1Char"/>
    <w:uiPriority w:val="99"/>
    <w:qFormat/>
    <w:rsid w:val="00580428"/>
    <w:pPr>
      <w:keepNext/>
      <w:numPr>
        <w:numId w:val="3"/>
      </w:numPr>
      <w:spacing w:before="360"/>
      <w:jc w:val="both"/>
      <w:outlineLvl w:val="0"/>
    </w:pPr>
    <w:rPr>
      <w:rFonts w:cs="Arial"/>
      <w:b/>
      <w:bCs/>
      <w:caps/>
      <w:kern w:val="32"/>
      <w:szCs w:val="24"/>
    </w:rPr>
  </w:style>
  <w:style w:type="paragraph" w:styleId="Heading2">
    <w:name w:val="heading 2"/>
    <w:basedOn w:val="Normal"/>
    <w:next w:val="Normal"/>
    <w:link w:val="Heading2Char"/>
    <w:uiPriority w:val="9"/>
    <w:qFormat/>
    <w:rsid w:val="00580428"/>
    <w:pPr>
      <w:keepNext/>
      <w:numPr>
        <w:ilvl w:val="1"/>
        <w:numId w:val="3"/>
      </w:numPr>
      <w:spacing w:before="120"/>
      <w:jc w:val="both"/>
      <w:outlineLvl w:val="1"/>
    </w:pPr>
    <w:rPr>
      <w:rFonts w:cs="Arial"/>
      <w:b/>
      <w:bCs/>
      <w:iCs/>
      <w:szCs w:val="24"/>
    </w:rPr>
  </w:style>
  <w:style w:type="paragraph" w:styleId="Heading3">
    <w:name w:val="heading 3"/>
    <w:basedOn w:val="Normal"/>
    <w:next w:val="Normal"/>
    <w:link w:val="Heading3Char"/>
    <w:uiPriority w:val="9"/>
    <w:qFormat/>
    <w:rsid w:val="00580428"/>
    <w:pPr>
      <w:keepNext/>
      <w:numPr>
        <w:ilvl w:val="2"/>
        <w:numId w:val="3"/>
      </w:numPr>
      <w:spacing w:before="120"/>
      <w:outlineLvl w:val="2"/>
    </w:pPr>
    <w:rPr>
      <w:rFonts w:cs="Arial"/>
      <w:bCs/>
      <w:i/>
    </w:rPr>
  </w:style>
  <w:style w:type="paragraph" w:styleId="Heading4">
    <w:name w:val="heading 4"/>
    <w:basedOn w:val="Normal"/>
    <w:next w:val="Normal"/>
    <w:link w:val="Heading4Char"/>
    <w:uiPriority w:val="99"/>
    <w:qFormat/>
    <w:rsid w:val="008137BA"/>
    <w:pPr>
      <w:keepNext/>
      <w:spacing w:before="240" w:after="60"/>
      <w:outlineLvl w:val="3"/>
    </w:pPr>
    <w:rPr>
      <w:b/>
      <w:bCs/>
      <w:sz w:val="28"/>
      <w:szCs w:val="28"/>
    </w:rPr>
  </w:style>
  <w:style w:type="paragraph" w:styleId="Heading5">
    <w:name w:val="heading 5"/>
    <w:basedOn w:val="Normal"/>
    <w:next w:val="Normal"/>
    <w:link w:val="Heading5Char"/>
    <w:uiPriority w:val="99"/>
    <w:qFormat/>
    <w:rsid w:val="00580428"/>
    <w:pPr>
      <w:numPr>
        <w:ilvl w:val="4"/>
        <w:numId w:val="3"/>
      </w:numPr>
      <w:spacing w:before="240" w:after="60"/>
      <w:outlineLvl w:val="4"/>
    </w:pPr>
    <w:rPr>
      <w:b/>
      <w:bCs/>
      <w:i/>
      <w:iCs/>
    </w:rPr>
  </w:style>
  <w:style w:type="paragraph" w:styleId="Heading6">
    <w:name w:val="heading 6"/>
    <w:basedOn w:val="Normal"/>
    <w:next w:val="Normal"/>
    <w:link w:val="Heading6Char"/>
    <w:uiPriority w:val="99"/>
    <w:qFormat/>
    <w:rsid w:val="00580428"/>
    <w:pPr>
      <w:numPr>
        <w:ilvl w:val="5"/>
        <w:numId w:val="3"/>
      </w:numPr>
      <w:spacing w:before="240" w:after="60"/>
      <w:outlineLvl w:val="5"/>
    </w:pPr>
    <w:rPr>
      <w:b/>
      <w:bCs/>
      <w:sz w:val="22"/>
      <w:szCs w:val="22"/>
    </w:rPr>
  </w:style>
  <w:style w:type="paragraph" w:styleId="Heading7">
    <w:name w:val="heading 7"/>
    <w:basedOn w:val="Normal"/>
    <w:next w:val="Normal"/>
    <w:qFormat/>
    <w:rsid w:val="00580428"/>
    <w:pPr>
      <w:numPr>
        <w:ilvl w:val="6"/>
        <w:numId w:val="3"/>
      </w:numPr>
      <w:spacing w:before="240" w:after="60"/>
      <w:outlineLvl w:val="6"/>
    </w:pPr>
    <w:rPr>
      <w:sz w:val="24"/>
      <w:szCs w:val="24"/>
    </w:rPr>
  </w:style>
  <w:style w:type="paragraph" w:styleId="Heading8">
    <w:name w:val="heading 8"/>
    <w:basedOn w:val="Normal"/>
    <w:next w:val="Normal"/>
    <w:qFormat/>
    <w:rsid w:val="00580428"/>
    <w:pPr>
      <w:numPr>
        <w:ilvl w:val="7"/>
        <w:numId w:val="3"/>
      </w:numPr>
      <w:spacing w:before="240" w:after="60"/>
      <w:outlineLvl w:val="7"/>
    </w:pPr>
    <w:rPr>
      <w:i/>
      <w:iCs/>
      <w:sz w:val="24"/>
      <w:szCs w:val="24"/>
    </w:rPr>
  </w:style>
  <w:style w:type="paragraph" w:styleId="Heading9">
    <w:name w:val="heading 9"/>
    <w:basedOn w:val="Normal"/>
    <w:next w:val="Normal"/>
    <w:qFormat/>
    <w:rsid w:val="00580428"/>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14015"/>
    <w:rPr>
      <w:rFonts w:cs="Arial"/>
      <w:b/>
      <w:bCs/>
      <w:caps/>
      <w:kern w:val="32"/>
      <w:sz w:val="26"/>
      <w:szCs w:val="24"/>
    </w:rPr>
  </w:style>
  <w:style w:type="character" w:customStyle="1" w:styleId="Heading2Char">
    <w:name w:val="Heading 2 Char"/>
    <w:link w:val="Heading2"/>
    <w:uiPriority w:val="9"/>
    <w:rsid w:val="00314015"/>
    <w:rPr>
      <w:rFonts w:cs="Arial"/>
      <w:b/>
      <w:bCs/>
      <w:iCs/>
      <w:sz w:val="26"/>
      <w:szCs w:val="24"/>
    </w:rPr>
  </w:style>
  <w:style w:type="character" w:customStyle="1" w:styleId="Heading3Char">
    <w:name w:val="Heading 3 Char"/>
    <w:link w:val="Heading3"/>
    <w:uiPriority w:val="9"/>
    <w:rsid w:val="00314015"/>
    <w:rPr>
      <w:rFonts w:cs="Arial"/>
      <w:bCs/>
      <w:i/>
      <w:sz w:val="26"/>
      <w:szCs w:val="26"/>
    </w:rPr>
  </w:style>
  <w:style w:type="character" w:customStyle="1" w:styleId="Heading4Char">
    <w:name w:val="Heading 4 Char"/>
    <w:link w:val="Heading4"/>
    <w:uiPriority w:val="99"/>
    <w:locked/>
    <w:rsid w:val="008A2D1B"/>
    <w:rPr>
      <w:b/>
      <w:bCs/>
      <w:sz w:val="28"/>
      <w:szCs w:val="28"/>
    </w:rPr>
  </w:style>
  <w:style w:type="character" w:customStyle="1" w:styleId="Heading5Char">
    <w:name w:val="Heading 5 Char"/>
    <w:link w:val="Heading5"/>
    <w:uiPriority w:val="99"/>
    <w:locked/>
    <w:rsid w:val="008A2D1B"/>
    <w:rPr>
      <w:b/>
      <w:bCs/>
      <w:i/>
      <w:iCs/>
      <w:sz w:val="26"/>
      <w:szCs w:val="26"/>
    </w:rPr>
  </w:style>
  <w:style w:type="character" w:customStyle="1" w:styleId="Heading6Char">
    <w:name w:val="Heading 6 Char"/>
    <w:link w:val="Heading6"/>
    <w:uiPriority w:val="99"/>
    <w:locked/>
    <w:rsid w:val="008A2D1B"/>
    <w:rPr>
      <w:b/>
      <w:bCs/>
      <w:sz w:val="22"/>
      <w:szCs w:val="22"/>
    </w:rPr>
  </w:style>
  <w:style w:type="paragraph" w:styleId="Header">
    <w:name w:val="header"/>
    <w:basedOn w:val="Normal"/>
    <w:link w:val="HeaderChar"/>
    <w:uiPriority w:val="99"/>
    <w:rsid w:val="00650DD0"/>
    <w:pPr>
      <w:jc w:val="right"/>
    </w:pPr>
    <w:rPr>
      <w:i/>
      <w:sz w:val="18"/>
      <w:szCs w:val="18"/>
    </w:rPr>
  </w:style>
  <w:style w:type="character" w:customStyle="1" w:styleId="HeaderChar">
    <w:name w:val="Header Char"/>
    <w:link w:val="Header"/>
    <w:uiPriority w:val="99"/>
    <w:rsid w:val="00314015"/>
    <w:rPr>
      <w:i/>
      <w:sz w:val="18"/>
      <w:szCs w:val="18"/>
    </w:rPr>
  </w:style>
  <w:style w:type="paragraph" w:customStyle="1" w:styleId="References">
    <w:name w:val="References"/>
    <w:basedOn w:val="Normal"/>
    <w:rsid w:val="00F70039"/>
    <w:pPr>
      <w:tabs>
        <w:tab w:val="left" w:pos="720"/>
      </w:tabs>
      <w:spacing w:before="60"/>
      <w:ind w:left="720" w:hanging="360"/>
    </w:pPr>
    <w:rPr>
      <w:sz w:val="22"/>
    </w:rPr>
  </w:style>
  <w:style w:type="paragraph" w:styleId="Footer">
    <w:name w:val="footer"/>
    <w:basedOn w:val="Normal"/>
    <w:link w:val="FooterChar"/>
    <w:uiPriority w:val="99"/>
    <w:rsid w:val="00F70039"/>
    <w:pPr>
      <w:jc w:val="center"/>
    </w:pPr>
    <w:rPr>
      <w:sz w:val="20"/>
      <w:szCs w:val="18"/>
    </w:rPr>
  </w:style>
  <w:style w:type="character" w:customStyle="1" w:styleId="FooterChar">
    <w:name w:val="Footer Char"/>
    <w:link w:val="Footer"/>
    <w:uiPriority w:val="99"/>
    <w:rsid w:val="00314015"/>
    <w:rPr>
      <w:szCs w:val="18"/>
    </w:rPr>
  </w:style>
  <w:style w:type="paragraph" w:customStyle="1" w:styleId="Author">
    <w:name w:val="Author"/>
    <w:basedOn w:val="Normal"/>
    <w:rsid w:val="00F70039"/>
    <w:pPr>
      <w:spacing w:before="120"/>
      <w:ind w:right="216"/>
      <w:jc w:val="right"/>
    </w:pPr>
    <w:rPr>
      <w:rFonts w:cs="Arial"/>
      <w:i/>
      <w:sz w:val="24"/>
      <w:szCs w:val="22"/>
    </w:rPr>
  </w:style>
  <w:style w:type="paragraph" w:styleId="Title">
    <w:name w:val="Title"/>
    <w:basedOn w:val="Normal"/>
    <w:link w:val="TitleChar"/>
    <w:qFormat/>
    <w:rsid w:val="00F70039"/>
    <w:pPr>
      <w:jc w:val="center"/>
    </w:pPr>
    <w:rPr>
      <w:rFonts w:cs="Arial"/>
      <w:b/>
      <w:bCs/>
      <w:caps/>
      <w:kern w:val="28"/>
      <w:sz w:val="32"/>
      <w:szCs w:val="28"/>
    </w:rPr>
  </w:style>
  <w:style w:type="character" w:customStyle="1" w:styleId="TitleChar">
    <w:name w:val="Title Char"/>
    <w:link w:val="Title"/>
    <w:rsid w:val="00F70039"/>
    <w:rPr>
      <w:rFonts w:cs="Arial"/>
      <w:b/>
      <w:bCs/>
      <w:caps/>
      <w:kern w:val="28"/>
      <w:sz w:val="32"/>
      <w:szCs w:val="28"/>
      <w:lang w:val="en-US" w:eastAsia="en-US" w:bidi="ar-SA"/>
    </w:rPr>
  </w:style>
  <w:style w:type="paragraph" w:customStyle="1" w:styleId="Acknowledgments">
    <w:name w:val="Acknowledgments"/>
    <w:basedOn w:val="Normal"/>
    <w:rsid w:val="00F70039"/>
    <w:pPr>
      <w:spacing w:before="120"/>
      <w:ind w:left="360" w:right="360"/>
      <w:jc w:val="both"/>
    </w:pPr>
    <w:rPr>
      <w:sz w:val="24"/>
    </w:rPr>
  </w:style>
  <w:style w:type="character" w:customStyle="1" w:styleId="apple-style-span">
    <w:name w:val="apple-style-span"/>
    <w:basedOn w:val="DefaultParagraphFont"/>
    <w:rsid w:val="00576ED0"/>
  </w:style>
  <w:style w:type="paragraph" w:styleId="Subtitle">
    <w:name w:val="Subtitle"/>
    <w:basedOn w:val="Normal"/>
    <w:qFormat/>
    <w:rsid w:val="00F70039"/>
    <w:pPr>
      <w:spacing w:before="100" w:beforeAutospacing="1" w:after="100" w:afterAutospacing="1"/>
      <w:jc w:val="center"/>
    </w:pPr>
    <w:rPr>
      <w:rFonts w:cs="Arial"/>
      <w:b/>
      <w:caps/>
    </w:rPr>
  </w:style>
  <w:style w:type="paragraph" w:customStyle="1" w:styleId="Abstract">
    <w:name w:val="Abstract"/>
    <w:basedOn w:val="Normal"/>
    <w:rsid w:val="00F70039"/>
    <w:pPr>
      <w:spacing w:before="120"/>
      <w:jc w:val="both"/>
    </w:pPr>
    <w:rPr>
      <w:i/>
      <w:sz w:val="24"/>
    </w:rPr>
  </w:style>
  <w:style w:type="paragraph" w:customStyle="1" w:styleId="Text">
    <w:name w:val="Text"/>
    <w:basedOn w:val="Normal"/>
    <w:rsid w:val="00F70039"/>
    <w:pPr>
      <w:spacing w:before="120"/>
      <w:jc w:val="both"/>
    </w:pPr>
    <w:rPr>
      <w:szCs w:val="24"/>
    </w:rPr>
  </w:style>
  <w:style w:type="paragraph" w:styleId="FootnoteText">
    <w:name w:val="footnote text"/>
    <w:basedOn w:val="Normal"/>
    <w:semiHidden/>
    <w:rsid w:val="00080636"/>
    <w:rPr>
      <w:sz w:val="20"/>
      <w:szCs w:val="20"/>
    </w:rPr>
  </w:style>
  <w:style w:type="character" w:styleId="FootnoteReference">
    <w:name w:val="footnote reference"/>
    <w:semiHidden/>
    <w:rsid w:val="00DC21B7"/>
    <w:rPr>
      <w:vertAlign w:val="superscript"/>
    </w:rPr>
  </w:style>
  <w:style w:type="paragraph" w:customStyle="1" w:styleId="IdeaListing">
    <w:name w:val="Idea Listing"/>
    <w:basedOn w:val="Normal"/>
    <w:rsid w:val="001249C5"/>
    <w:pPr>
      <w:numPr>
        <w:ilvl w:val="3"/>
        <w:numId w:val="1"/>
      </w:numPr>
      <w:tabs>
        <w:tab w:val="left" w:pos="1080"/>
      </w:tabs>
      <w:spacing w:before="60"/>
      <w:jc w:val="both"/>
    </w:pPr>
  </w:style>
  <w:style w:type="paragraph" w:customStyle="1" w:styleId="SubHeading3">
    <w:name w:val="SubHeading 3"/>
    <w:basedOn w:val="Normal"/>
    <w:link w:val="SubHeading3CharChar"/>
    <w:rsid w:val="00F70039"/>
    <w:pPr>
      <w:numPr>
        <w:ilvl w:val="4"/>
        <w:numId w:val="2"/>
      </w:numPr>
      <w:spacing w:before="120"/>
      <w:jc w:val="both"/>
    </w:pPr>
  </w:style>
  <w:style w:type="character" w:customStyle="1" w:styleId="SubHeading3CharChar">
    <w:name w:val="SubHeading 3 Char Char"/>
    <w:link w:val="SubHeading3"/>
    <w:rsid w:val="00F70039"/>
    <w:rPr>
      <w:sz w:val="26"/>
      <w:szCs w:val="26"/>
    </w:rPr>
  </w:style>
  <w:style w:type="paragraph" w:customStyle="1" w:styleId="TableTitle">
    <w:name w:val="Table Title"/>
    <w:basedOn w:val="Normal"/>
    <w:rsid w:val="00F70039"/>
    <w:pPr>
      <w:spacing w:before="120" w:after="60"/>
      <w:ind w:left="864" w:hanging="864"/>
    </w:pPr>
    <w:rPr>
      <w:b/>
      <w:sz w:val="22"/>
    </w:rPr>
  </w:style>
  <w:style w:type="paragraph" w:customStyle="1" w:styleId="FigureTitlte">
    <w:name w:val="Figure Titlte"/>
    <w:basedOn w:val="Normal"/>
    <w:link w:val="FigureTitlteCharChar"/>
    <w:rsid w:val="00553FCA"/>
    <w:pPr>
      <w:spacing w:before="60" w:after="120"/>
      <w:ind w:left="792" w:hanging="792"/>
      <w:jc w:val="center"/>
    </w:pPr>
    <w:rPr>
      <w:b/>
      <w:sz w:val="22"/>
      <w:szCs w:val="22"/>
    </w:rPr>
  </w:style>
  <w:style w:type="character" w:customStyle="1" w:styleId="FigureTitlteCharChar">
    <w:name w:val="Figure Titlte Char Char"/>
    <w:link w:val="FigureTitlte"/>
    <w:rsid w:val="00553FCA"/>
    <w:rPr>
      <w:b/>
      <w:sz w:val="22"/>
      <w:szCs w:val="22"/>
      <w:lang w:val="en-US" w:eastAsia="en-US" w:bidi="ar-SA"/>
    </w:rPr>
  </w:style>
  <w:style w:type="paragraph" w:customStyle="1" w:styleId="ScientificName">
    <w:name w:val="Scientific Name"/>
    <w:basedOn w:val="Normal"/>
    <w:rsid w:val="00F70039"/>
    <w:pPr>
      <w:spacing w:before="120"/>
      <w:jc w:val="both"/>
    </w:pPr>
    <w:rPr>
      <w:i/>
    </w:rPr>
  </w:style>
  <w:style w:type="paragraph" w:styleId="BodyText2">
    <w:name w:val="Body Text 2"/>
    <w:basedOn w:val="Normal"/>
    <w:semiHidden/>
    <w:rsid w:val="00191B09"/>
    <w:pPr>
      <w:spacing w:after="120" w:line="480" w:lineRule="auto"/>
    </w:pPr>
  </w:style>
  <w:style w:type="paragraph" w:customStyle="1" w:styleId="UnderSubHeading3">
    <w:name w:val="Under SubHeading 3"/>
    <w:basedOn w:val="Normal"/>
    <w:rsid w:val="00F70039"/>
    <w:pPr>
      <w:numPr>
        <w:ilvl w:val="5"/>
        <w:numId w:val="2"/>
      </w:numPr>
      <w:spacing w:before="120"/>
      <w:jc w:val="both"/>
    </w:pPr>
    <w:rPr>
      <w:rFonts w:cs="Arial"/>
    </w:rPr>
  </w:style>
  <w:style w:type="paragraph" w:styleId="BodyTextIndent3">
    <w:name w:val="Body Text Indent 3"/>
    <w:basedOn w:val="Normal"/>
    <w:semiHidden/>
    <w:rsid w:val="00191B09"/>
    <w:pPr>
      <w:spacing w:after="120"/>
      <w:ind w:left="360"/>
    </w:pPr>
    <w:rPr>
      <w:sz w:val="16"/>
      <w:szCs w:val="16"/>
    </w:rPr>
  </w:style>
  <w:style w:type="paragraph" w:customStyle="1" w:styleId="LietkeY1">
    <w:name w:val="Liet ke Y 1"/>
    <w:basedOn w:val="Normal"/>
    <w:semiHidden/>
    <w:rsid w:val="00191B09"/>
    <w:pPr>
      <w:tabs>
        <w:tab w:val="left" w:pos="1080"/>
        <w:tab w:val="num" w:pos="1440"/>
      </w:tabs>
      <w:spacing w:before="200"/>
      <w:ind w:left="1440" w:hanging="360"/>
      <w:jc w:val="both"/>
    </w:pPr>
    <w:rPr>
      <w:rFonts w:cs="Arial"/>
      <w:szCs w:val="20"/>
    </w:rPr>
  </w:style>
  <w:style w:type="paragraph" w:customStyle="1" w:styleId="AbstractTitle">
    <w:name w:val="Abstract Title"/>
    <w:basedOn w:val="Keyword"/>
    <w:rsid w:val="00F70039"/>
  </w:style>
  <w:style w:type="paragraph" w:customStyle="1" w:styleId="Keyword">
    <w:name w:val="Keyword"/>
    <w:basedOn w:val="Abstract"/>
    <w:rsid w:val="00F70039"/>
    <w:pPr>
      <w:spacing w:before="60"/>
    </w:pPr>
    <w:rPr>
      <w:b/>
    </w:rPr>
  </w:style>
  <w:style w:type="table" w:styleId="TableGrid">
    <w:name w:val="Table Grid"/>
    <w:basedOn w:val="TableNormal"/>
    <w:uiPriority w:val="59"/>
    <w:rsid w:val="008D405C"/>
    <w:rPr>
      <w:sz w:val="24"/>
    </w:rPr>
    <w:tblPr>
      <w:tblBorders>
        <w:top w:val="single" w:sz="12" w:space="0" w:color="auto"/>
        <w:bottom w:val="single" w:sz="12" w:space="0" w:color="auto"/>
        <w:insideH w:val="single" w:sz="2" w:space="0" w:color="auto"/>
      </w:tblBorders>
      <w:tblCellMar>
        <w:left w:w="14" w:type="dxa"/>
        <w:right w:w="14" w:type="dxa"/>
      </w:tblCellMar>
    </w:tblPr>
    <w:trPr>
      <w:tblHeader/>
    </w:trPr>
  </w:style>
  <w:style w:type="paragraph" w:customStyle="1" w:styleId="Footnote">
    <w:name w:val="Footnote"/>
    <w:basedOn w:val="FootnoteText"/>
    <w:link w:val="FootnoteChar"/>
    <w:rsid w:val="00F70039"/>
  </w:style>
  <w:style w:type="character" w:customStyle="1" w:styleId="FootnoteChar">
    <w:name w:val="Footnote Char"/>
    <w:link w:val="Footnote"/>
    <w:rsid w:val="00F70039"/>
    <w:rPr>
      <w:lang w:val="en-US" w:eastAsia="en-US" w:bidi="ar-SA"/>
    </w:rPr>
  </w:style>
  <w:style w:type="paragraph" w:customStyle="1" w:styleId="TableNote">
    <w:name w:val="Table Note"/>
    <w:basedOn w:val="Normal"/>
    <w:rsid w:val="00F70039"/>
    <w:pPr>
      <w:spacing w:before="60" w:after="120"/>
      <w:ind w:left="144"/>
    </w:pPr>
    <w:rPr>
      <w:i/>
      <w:sz w:val="18"/>
    </w:rPr>
  </w:style>
  <w:style w:type="character" w:styleId="Strong">
    <w:name w:val="Strong"/>
    <w:uiPriority w:val="22"/>
    <w:qFormat/>
    <w:rsid w:val="00576ED0"/>
    <w:rPr>
      <w:b/>
      <w:bCs/>
    </w:rPr>
  </w:style>
  <w:style w:type="character" w:styleId="Emphasis">
    <w:name w:val="Emphasis"/>
    <w:uiPriority w:val="20"/>
    <w:qFormat/>
    <w:rsid w:val="00576ED0"/>
    <w:rPr>
      <w:i/>
      <w:iCs/>
    </w:rPr>
  </w:style>
  <w:style w:type="paragraph" w:styleId="NormalWeb">
    <w:name w:val="Normal (Web)"/>
    <w:basedOn w:val="Normal"/>
    <w:uiPriority w:val="99"/>
    <w:unhideWhenUsed/>
    <w:rsid w:val="00576ED0"/>
    <w:pPr>
      <w:spacing w:before="100" w:beforeAutospacing="1" w:after="100" w:afterAutospacing="1"/>
    </w:pPr>
    <w:rPr>
      <w:sz w:val="24"/>
      <w:szCs w:val="24"/>
    </w:rPr>
  </w:style>
  <w:style w:type="character" w:styleId="Hyperlink">
    <w:name w:val="Hyperlink"/>
    <w:uiPriority w:val="99"/>
    <w:unhideWhenUsed/>
    <w:rsid w:val="00576ED0"/>
    <w:rPr>
      <w:color w:val="0000FF"/>
      <w:u w:val="single"/>
    </w:rPr>
  </w:style>
  <w:style w:type="paragraph" w:styleId="BodyTextIndent">
    <w:name w:val="Body Text Indent"/>
    <w:basedOn w:val="Normal"/>
    <w:link w:val="BodyTextIndentChar"/>
    <w:rsid w:val="00314015"/>
    <w:pPr>
      <w:spacing w:after="120"/>
      <w:ind w:left="360"/>
    </w:pPr>
  </w:style>
  <w:style w:type="character" w:customStyle="1" w:styleId="BodyTextIndentChar">
    <w:name w:val="Body Text Indent Char"/>
    <w:link w:val="BodyTextIndent"/>
    <w:rsid w:val="00314015"/>
    <w:rPr>
      <w:sz w:val="26"/>
      <w:szCs w:val="26"/>
    </w:rPr>
  </w:style>
  <w:style w:type="paragraph" w:styleId="NoSpacing">
    <w:name w:val="No Spacing"/>
    <w:link w:val="NoSpacingChar"/>
    <w:uiPriority w:val="1"/>
    <w:qFormat/>
    <w:rsid w:val="00314015"/>
    <w:rPr>
      <w:rFonts w:ascii="Calibri" w:eastAsia="Calibri" w:hAnsi="Calibri"/>
      <w:sz w:val="22"/>
      <w:szCs w:val="22"/>
    </w:rPr>
  </w:style>
  <w:style w:type="character" w:customStyle="1" w:styleId="NoSpacingChar">
    <w:name w:val="No Spacing Char"/>
    <w:link w:val="NoSpacing"/>
    <w:uiPriority w:val="1"/>
    <w:rsid w:val="00314015"/>
    <w:rPr>
      <w:rFonts w:ascii="Calibri" w:eastAsia="Calibri" w:hAnsi="Calibri"/>
      <w:sz w:val="22"/>
      <w:szCs w:val="22"/>
      <w:lang w:val="en-US" w:eastAsia="en-US" w:bidi="ar-SA"/>
    </w:rPr>
  </w:style>
  <w:style w:type="paragraph" w:styleId="BodyText">
    <w:name w:val="Body Text"/>
    <w:basedOn w:val="Normal"/>
    <w:link w:val="BodyTextChar"/>
    <w:uiPriority w:val="1"/>
    <w:qFormat/>
    <w:rsid w:val="00314015"/>
    <w:pPr>
      <w:tabs>
        <w:tab w:val="left" w:pos="360"/>
      </w:tabs>
      <w:spacing w:line="360" w:lineRule="auto"/>
      <w:jc w:val="both"/>
    </w:pPr>
    <w:rPr>
      <w:szCs w:val="24"/>
    </w:rPr>
  </w:style>
  <w:style w:type="character" w:customStyle="1" w:styleId="BodyTextChar">
    <w:name w:val="Body Text Char"/>
    <w:link w:val="BodyText"/>
    <w:uiPriority w:val="1"/>
    <w:rsid w:val="00314015"/>
    <w:rPr>
      <w:sz w:val="26"/>
      <w:szCs w:val="24"/>
    </w:rPr>
  </w:style>
  <w:style w:type="paragraph" w:styleId="ListParagraph">
    <w:name w:val="List Paragraph"/>
    <w:basedOn w:val="Normal"/>
    <w:qFormat/>
    <w:rsid w:val="00314015"/>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rsid w:val="00314015"/>
    <w:pPr>
      <w:spacing w:after="200" w:line="276" w:lineRule="auto"/>
    </w:pPr>
    <w:rPr>
      <w:rFonts w:ascii="Tahoma" w:eastAsia="Calibri" w:hAnsi="Tahoma" w:cs="Tahoma"/>
      <w:sz w:val="16"/>
      <w:szCs w:val="16"/>
    </w:rPr>
  </w:style>
  <w:style w:type="character" w:customStyle="1" w:styleId="BalloonTextChar">
    <w:name w:val="Balloon Text Char"/>
    <w:link w:val="BalloonText"/>
    <w:uiPriority w:val="99"/>
    <w:rsid w:val="00314015"/>
    <w:rPr>
      <w:rFonts w:ascii="Tahoma" w:eastAsia="Calibri" w:hAnsi="Tahoma" w:cs="Tahoma"/>
      <w:sz w:val="16"/>
      <w:szCs w:val="16"/>
    </w:rPr>
  </w:style>
  <w:style w:type="character" w:customStyle="1" w:styleId="subhead21">
    <w:name w:val="subhead21"/>
    <w:rsid w:val="00314015"/>
    <w:rPr>
      <w:rFonts w:ascii="Verdana" w:hAnsi="Verdana" w:hint="default"/>
      <w:b/>
      <w:bCs/>
      <w:color w:val="000000"/>
      <w:sz w:val="16"/>
      <w:szCs w:val="16"/>
    </w:rPr>
  </w:style>
  <w:style w:type="paragraph" w:customStyle="1" w:styleId="viet10style6style25">
    <w:name w:val="viet10 style6 style25"/>
    <w:basedOn w:val="Normal"/>
    <w:rsid w:val="00314015"/>
    <w:pPr>
      <w:spacing w:before="100" w:beforeAutospacing="1" w:after="100" w:afterAutospacing="1"/>
    </w:pPr>
    <w:rPr>
      <w:sz w:val="24"/>
      <w:szCs w:val="24"/>
    </w:rPr>
  </w:style>
  <w:style w:type="paragraph" w:styleId="Caption">
    <w:name w:val="caption"/>
    <w:basedOn w:val="Normal"/>
    <w:next w:val="Normal"/>
    <w:qFormat/>
    <w:rsid w:val="00314015"/>
    <w:pPr>
      <w:spacing w:before="120" w:after="120"/>
    </w:pPr>
    <w:rPr>
      <w:b/>
      <w:bCs/>
      <w:sz w:val="20"/>
      <w:szCs w:val="20"/>
    </w:rPr>
  </w:style>
  <w:style w:type="paragraph" w:customStyle="1" w:styleId="HINH">
    <w:name w:val="HINH"/>
    <w:basedOn w:val="Normal"/>
    <w:rsid w:val="00314015"/>
    <w:pPr>
      <w:spacing w:before="60" w:after="60" w:line="360" w:lineRule="auto"/>
      <w:ind w:firstLine="567"/>
      <w:jc w:val="center"/>
    </w:pPr>
    <w:rPr>
      <w:b/>
      <w:color w:val="000000"/>
      <w:lang w:val="vi-VN"/>
    </w:rPr>
  </w:style>
  <w:style w:type="character" w:customStyle="1" w:styleId="hps">
    <w:name w:val="hps"/>
    <w:basedOn w:val="DefaultParagraphFont"/>
    <w:rsid w:val="00314015"/>
  </w:style>
  <w:style w:type="character" w:customStyle="1" w:styleId="atn">
    <w:name w:val="atn"/>
    <w:basedOn w:val="DefaultParagraphFont"/>
    <w:rsid w:val="00314015"/>
  </w:style>
  <w:style w:type="character" w:customStyle="1" w:styleId="longtext">
    <w:name w:val="long_text"/>
    <w:basedOn w:val="DefaultParagraphFont"/>
    <w:rsid w:val="00005144"/>
  </w:style>
  <w:style w:type="paragraph" w:styleId="BodyText3">
    <w:name w:val="Body Text 3"/>
    <w:basedOn w:val="Normal"/>
    <w:rsid w:val="006A5723"/>
    <w:pPr>
      <w:spacing w:after="120"/>
    </w:pPr>
    <w:rPr>
      <w:sz w:val="16"/>
      <w:szCs w:val="16"/>
    </w:rPr>
  </w:style>
  <w:style w:type="paragraph" w:styleId="NormalIndent">
    <w:name w:val="Normal Indent"/>
    <w:basedOn w:val="Normal"/>
    <w:rsid w:val="006A5723"/>
    <w:pPr>
      <w:ind w:left="720"/>
    </w:pPr>
    <w:rPr>
      <w:rFonts w:eastAsia="MS Mincho" w:cs="Angsana New"/>
      <w:sz w:val="24"/>
      <w:szCs w:val="28"/>
      <w:lang w:eastAsia="ja-JP" w:bidi="th-TH"/>
    </w:rPr>
  </w:style>
  <w:style w:type="paragraph" w:styleId="EndnoteText">
    <w:name w:val="endnote text"/>
    <w:basedOn w:val="Normal"/>
    <w:semiHidden/>
    <w:rsid w:val="00432CE3"/>
    <w:rPr>
      <w:sz w:val="20"/>
      <w:szCs w:val="20"/>
    </w:rPr>
  </w:style>
  <w:style w:type="character" w:styleId="EndnoteReference">
    <w:name w:val="endnote reference"/>
    <w:semiHidden/>
    <w:rsid w:val="00432CE3"/>
    <w:rPr>
      <w:vertAlign w:val="superscript"/>
    </w:rPr>
  </w:style>
  <w:style w:type="paragraph" w:styleId="Revision">
    <w:name w:val="Revision"/>
    <w:hidden/>
    <w:uiPriority w:val="99"/>
    <w:semiHidden/>
    <w:rsid w:val="00FC6B14"/>
    <w:rPr>
      <w:rFonts w:ascii="Calibri" w:hAnsi="Calibri" w:cs="Calibri"/>
      <w:sz w:val="22"/>
      <w:szCs w:val="22"/>
    </w:rPr>
  </w:style>
  <w:style w:type="paragraph" w:customStyle="1" w:styleId="DefaultLTUntertitel">
    <w:name w:val="Default~LT~Untertitel"/>
    <w:uiPriority w:val="99"/>
    <w:rsid w:val="008A2D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uppressAutoHyphens/>
      <w:autoSpaceDE w:val="0"/>
      <w:spacing w:before="160"/>
      <w:jc w:val="center"/>
    </w:pPr>
    <w:rPr>
      <w:rFonts w:ascii="DejaVu Sans" w:eastAsia="DejaVu Sans" w:hAnsi="DejaVu Sans" w:cs="DejaVu Sans"/>
      <w:color w:val="000066"/>
      <w:sz w:val="64"/>
      <w:szCs w:val="64"/>
    </w:rPr>
  </w:style>
  <w:style w:type="character" w:customStyle="1" w:styleId="notranslate">
    <w:name w:val="notranslate"/>
    <w:uiPriority w:val="99"/>
    <w:rsid w:val="008A2D1B"/>
  </w:style>
  <w:style w:type="paragraph" w:styleId="TOC2">
    <w:name w:val="toc 2"/>
    <w:basedOn w:val="Normal"/>
    <w:next w:val="Normal"/>
    <w:autoRedefine/>
    <w:uiPriority w:val="39"/>
    <w:rsid w:val="008A2D1B"/>
    <w:pPr>
      <w:spacing w:after="100" w:line="259" w:lineRule="auto"/>
      <w:ind w:left="220"/>
    </w:pPr>
    <w:rPr>
      <w:rFonts w:ascii="Calibri" w:hAnsi="Calibri" w:cs="Calibri"/>
      <w:sz w:val="22"/>
      <w:szCs w:val="22"/>
    </w:rPr>
  </w:style>
  <w:style w:type="paragraph" w:styleId="TOC1">
    <w:name w:val="toc 1"/>
    <w:basedOn w:val="Normal"/>
    <w:next w:val="Normal"/>
    <w:autoRedefine/>
    <w:uiPriority w:val="39"/>
    <w:rsid w:val="008A2D1B"/>
    <w:pPr>
      <w:tabs>
        <w:tab w:val="right" w:leader="dot" w:pos="9062"/>
      </w:tabs>
      <w:spacing w:after="100" w:line="259" w:lineRule="auto"/>
    </w:pPr>
    <w:rPr>
      <w:b/>
      <w:noProof/>
    </w:rPr>
  </w:style>
  <w:style w:type="paragraph" w:styleId="TOC3">
    <w:name w:val="toc 3"/>
    <w:basedOn w:val="Normal"/>
    <w:next w:val="Normal"/>
    <w:autoRedefine/>
    <w:uiPriority w:val="39"/>
    <w:rsid w:val="008A2D1B"/>
    <w:pPr>
      <w:spacing w:after="100" w:line="259" w:lineRule="auto"/>
      <w:ind w:left="440"/>
    </w:pPr>
    <w:rPr>
      <w:rFonts w:ascii="Calibri" w:hAnsi="Calibri" w:cs="Calibri"/>
      <w:sz w:val="22"/>
      <w:szCs w:val="22"/>
    </w:rPr>
  </w:style>
  <w:style w:type="paragraph" w:styleId="TOC4">
    <w:name w:val="toc 4"/>
    <w:basedOn w:val="Normal"/>
    <w:next w:val="Normal"/>
    <w:autoRedefine/>
    <w:uiPriority w:val="39"/>
    <w:rsid w:val="008A2D1B"/>
    <w:pPr>
      <w:spacing w:after="100" w:line="259" w:lineRule="auto"/>
      <w:ind w:left="660"/>
    </w:pPr>
    <w:rPr>
      <w:rFonts w:ascii="Calibri" w:hAnsi="Calibri" w:cs="Calibri"/>
      <w:sz w:val="22"/>
      <w:szCs w:val="22"/>
    </w:rPr>
  </w:style>
  <w:style w:type="paragraph" w:styleId="TOC5">
    <w:name w:val="toc 5"/>
    <w:basedOn w:val="Normal"/>
    <w:next w:val="Normal"/>
    <w:autoRedefine/>
    <w:uiPriority w:val="99"/>
    <w:rsid w:val="008A2D1B"/>
    <w:pPr>
      <w:spacing w:after="100" w:line="259" w:lineRule="auto"/>
      <w:ind w:left="880"/>
    </w:pPr>
    <w:rPr>
      <w:rFonts w:ascii="Calibri" w:hAnsi="Calibri" w:cs="Calibri"/>
      <w:sz w:val="22"/>
      <w:szCs w:val="22"/>
    </w:rPr>
  </w:style>
  <w:style w:type="paragraph" w:styleId="TOC6">
    <w:name w:val="toc 6"/>
    <w:basedOn w:val="Normal"/>
    <w:next w:val="Normal"/>
    <w:autoRedefine/>
    <w:uiPriority w:val="99"/>
    <w:rsid w:val="008A2D1B"/>
    <w:pPr>
      <w:spacing w:after="100" w:line="259" w:lineRule="auto"/>
      <w:ind w:left="1100"/>
    </w:pPr>
    <w:rPr>
      <w:rFonts w:ascii="Calibri" w:hAnsi="Calibri" w:cs="Calibri"/>
      <w:sz w:val="22"/>
      <w:szCs w:val="22"/>
    </w:rPr>
  </w:style>
  <w:style w:type="character" w:styleId="CommentReference">
    <w:name w:val="annotation reference"/>
    <w:uiPriority w:val="99"/>
    <w:rsid w:val="008A2D1B"/>
    <w:rPr>
      <w:sz w:val="16"/>
    </w:rPr>
  </w:style>
  <w:style w:type="paragraph" w:styleId="CommentText">
    <w:name w:val="annotation text"/>
    <w:basedOn w:val="Normal"/>
    <w:link w:val="CommentTextChar"/>
    <w:uiPriority w:val="99"/>
    <w:rsid w:val="008A2D1B"/>
    <w:pPr>
      <w:spacing w:after="160"/>
    </w:pPr>
    <w:rPr>
      <w:rFonts w:ascii="Calibri" w:hAnsi="Calibri" w:cs="Calibri"/>
      <w:sz w:val="20"/>
      <w:szCs w:val="20"/>
    </w:rPr>
  </w:style>
  <w:style w:type="character" w:customStyle="1" w:styleId="CommentTextChar">
    <w:name w:val="Comment Text Char"/>
    <w:link w:val="CommentText"/>
    <w:uiPriority w:val="99"/>
    <w:rsid w:val="008A2D1B"/>
    <w:rPr>
      <w:rFonts w:ascii="Calibri" w:hAnsi="Calibri" w:cs="Calibri"/>
    </w:rPr>
  </w:style>
  <w:style w:type="paragraph" w:styleId="CommentSubject">
    <w:name w:val="annotation subject"/>
    <w:basedOn w:val="CommentText"/>
    <w:next w:val="CommentText"/>
    <w:link w:val="CommentSubjectChar"/>
    <w:uiPriority w:val="99"/>
    <w:rsid w:val="008A2D1B"/>
    <w:rPr>
      <w:b/>
      <w:bCs/>
    </w:rPr>
  </w:style>
  <w:style w:type="character" w:customStyle="1" w:styleId="CommentSubjectChar">
    <w:name w:val="Comment Subject Char"/>
    <w:link w:val="CommentSubject"/>
    <w:uiPriority w:val="99"/>
    <w:rsid w:val="008A2D1B"/>
    <w:rPr>
      <w:rFonts w:ascii="Calibri" w:hAnsi="Calibri" w:cs="Calibri"/>
      <w:b/>
      <w:bCs/>
    </w:rPr>
  </w:style>
  <w:style w:type="character" w:customStyle="1" w:styleId="apple-converted-space">
    <w:name w:val="apple-converted-space"/>
    <w:rsid w:val="008A2D1B"/>
  </w:style>
  <w:style w:type="paragraph" w:styleId="TableofFigures">
    <w:name w:val="table of figures"/>
    <w:basedOn w:val="Normal"/>
    <w:next w:val="Normal"/>
    <w:uiPriority w:val="99"/>
    <w:rsid w:val="008A2D1B"/>
    <w:pPr>
      <w:spacing w:after="160" w:line="259" w:lineRule="auto"/>
    </w:pPr>
    <w:rPr>
      <w:rFonts w:ascii="Calibri" w:hAnsi="Calibri" w:cs="Calibri"/>
      <w:sz w:val="22"/>
      <w:szCs w:val="22"/>
    </w:rPr>
  </w:style>
  <w:style w:type="paragraph" w:customStyle="1" w:styleId="p0">
    <w:name w:val="p0"/>
    <w:basedOn w:val="Normal"/>
    <w:rsid w:val="008A2D1B"/>
    <w:rPr>
      <w:rFonts w:eastAsia="MS Mincho"/>
      <w:sz w:val="24"/>
      <w:szCs w:val="24"/>
    </w:rPr>
  </w:style>
  <w:style w:type="paragraph" w:customStyle="1" w:styleId="PHAN1">
    <w:name w:val="PHAN 1"/>
    <w:aliases w:val="2,3"/>
    <w:basedOn w:val="Normal"/>
    <w:qFormat/>
    <w:rsid w:val="008A2D1B"/>
    <w:pPr>
      <w:spacing w:after="200" w:line="360" w:lineRule="auto"/>
      <w:jc w:val="center"/>
    </w:pPr>
    <w:rPr>
      <w:b/>
      <w:sz w:val="28"/>
    </w:rPr>
  </w:style>
  <w:style w:type="paragraph" w:customStyle="1" w:styleId="TableParagraph">
    <w:name w:val="Table Paragraph"/>
    <w:basedOn w:val="Normal"/>
    <w:uiPriority w:val="1"/>
    <w:qFormat/>
    <w:rsid w:val="008A2D1B"/>
    <w:pPr>
      <w:widowControl w:val="0"/>
    </w:pPr>
    <w:rPr>
      <w:rFonts w:ascii="Calibri" w:hAnsi="Calibri"/>
      <w:sz w:val="22"/>
      <w:szCs w:val="22"/>
    </w:rPr>
  </w:style>
  <w:style w:type="paragraph" w:customStyle="1" w:styleId="Default">
    <w:name w:val="Default"/>
    <w:rsid w:val="008A2D1B"/>
    <w:pPr>
      <w:autoSpaceDE w:val="0"/>
      <w:autoSpaceDN w:val="0"/>
      <w:adjustRightInd w:val="0"/>
    </w:pPr>
    <w:rPr>
      <w:rFonts w:eastAsia="MS Mincho"/>
      <w:color w:val="000000"/>
      <w:sz w:val="24"/>
      <w:szCs w:val="24"/>
    </w:rPr>
  </w:style>
  <w:style w:type="paragraph" w:customStyle="1" w:styleId="P3-326a">
    <w:name w:val="P3-3.2.6.a"/>
    <w:basedOn w:val="Normal"/>
    <w:qFormat/>
    <w:rsid w:val="008A2D1B"/>
    <w:pPr>
      <w:numPr>
        <w:numId w:val="4"/>
      </w:numPr>
      <w:spacing w:after="200" w:line="360" w:lineRule="auto"/>
      <w:ind w:left="1440" w:hanging="432"/>
      <w:jc w:val="both"/>
    </w:pPr>
    <w:rPr>
      <w:rFonts w:eastAsia="Calibri"/>
      <w:u w:val="single"/>
    </w:rPr>
  </w:style>
  <w:style w:type="character" w:styleId="HTMLCite">
    <w:name w:val="HTML Cite"/>
    <w:uiPriority w:val="99"/>
    <w:unhideWhenUsed/>
    <w:rsid w:val="008A2D1B"/>
    <w:rPr>
      <w:i/>
      <w:iCs/>
    </w:rPr>
  </w:style>
  <w:style w:type="character" w:customStyle="1" w:styleId="fn">
    <w:name w:val="fn"/>
    <w:rsid w:val="00CA367A"/>
  </w:style>
  <w:style w:type="paragraph" w:customStyle="1" w:styleId="Char">
    <w:name w:val="Char"/>
    <w:basedOn w:val="Normal"/>
    <w:rsid w:val="005D4E66"/>
    <w:pPr>
      <w:spacing w:after="160" w:line="240" w:lineRule="exact"/>
    </w:pPr>
    <w:rPr>
      <w:rFonts w:ascii="Verdana" w:hAnsi="Verdana"/>
      <w:b/>
      <w:bCs/>
      <w:i/>
      <w:iCs/>
      <w:color w:val="000000"/>
      <w:sz w:val="20"/>
      <w:szCs w:val="20"/>
    </w:rPr>
  </w:style>
  <w:style w:type="paragraph" w:customStyle="1" w:styleId="P331">
    <w:name w:val="P3 3.1"/>
    <w:basedOn w:val="Normal"/>
    <w:qFormat/>
    <w:rsid w:val="00DD076F"/>
    <w:pPr>
      <w:numPr>
        <w:numId w:val="9"/>
      </w:numPr>
      <w:spacing w:after="200" w:line="360" w:lineRule="auto"/>
      <w:ind w:left="1152" w:hanging="720"/>
    </w:pPr>
    <w:rPr>
      <w:rFonts w:eastAsia="Calibri"/>
      <w:b/>
    </w:rPr>
  </w:style>
  <w:style w:type="character" w:styleId="LineNumber">
    <w:name w:val="line number"/>
    <w:basedOn w:val="DefaultParagraphFont"/>
    <w:rsid w:val="009E66C8"/>
  </w:style>
  <w:style w:type="paragraph" w:customStyle="1" w:styleId="Hinh0">
    <w:name w:val="Hinh"/>
    <w:basedOn w:val="Normal"/>
    <w:link w:val="HinhChar"/>
    <w:rsid w:val="00206269"/>
    <w:pPr>
      <w:spacing w:line="288" w:lineRule="auto"/>
      <w:jc w:val="center"/>
    </w:pPr>
    <w:rPr>
      <w:b/>
      <w:szCs w:val="24"/>
    </w:rPr>
  </w:style>
  <w:style w:type="character" w:customStyle="1" w:styleId="HinhChar">
    <w:name w:val="Hinh Char"/>
    <w:link w:val="Hinh0"/>
    <w:rsid w:val="00206269"/>
    <w:rPr>
      <w:b/>
      <w:sz w:val="26"/>
      <w:szCs w:val="24"/>
    </w:rPr>
  </w:style>
  <w:style w:type="character" w:styleId="UnresolvedMention">
    <w:name w:val="Unresolved Mention"/>
    <w:basedOn w:val="DefaultParagraphFont"/>
    <w:uiPriority w:val="99"/>
    <w:semiHidden/>
    <w:unhideWhenUsed/>
    <w:rsid w:val="00E445C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6390">
      <w:bodyDiv w:val="1"/>
      <w:marLeft w:val="0"/>
      <w:marRight w:val="0"/>
      <w:marTop w:val="0"/>
      <w:marBottom w:val="0"/>
      <w:divBdr>
        <w:top w:val="none" w:sz="0" w:space="0" w:color="auto"/>
        <w:left w:val="none" w:sz="0" w:space="0" w:color="auto"/>
        <w:bottom w:val="none" w:sz="0" w:space="0" w:color="auto"/>
        <w:right w:val="none" w:sz="0" w:space="0" w:color="auto"/>
      </w:divBdr>
    </w:div>
    <w:div w:id="209926060">
      <w:bodyDiv w:val="1"/>
      <w:marLeft w:val="0"/>
      <w:marRight w:val="0"/>
      <w:marTop w:val="0"/>
      <w:marBottom w:val="0"/>
      <w:divBdr>
        <w:top w:val="none" w:sz="0" w:space="0" w:color="auto"/>
        <w:left w:val="none" w:sz="0" w:space="0" w:color="auto"/>
        <w:bottom w:val="none" w:sz="0" w:space="0" w:color="auto"/>
        <w:right w:val="none" w:sz="0" w:space="0" w:color="auto"/>
      </w:divBdr>
    </w:div>
    <w:div w:id="265776526">
      <w:bodyDiv w:val="1"/>
      <w:marLeft w:val="0"/>
      <w:marRight w:val="0"/>
      <w:marTop w:val="0"/>
      <w:marBottom w:val="0"/>
      <w:divBdr>
        <w:top w:val="none" w:sz="0" w:space="0" w:color="auto"/>
        <w:left w:val="none" w:sz="0" w:space="0" w:color="auto"/>
        <w:bottom w:val="none" w:sz="0" w:space="0" w:color="auto"/>
        <w:right w:val="none" w:sz="0" w:space="0" w:color="auto"/>
      </w:divBdr>
    </w:div>
    <w:div w:id="956066547">
      <w:bodyDiv w:val="1"/>
      <w:marLeft w:val="0"/>
      <w:marRight w:val="0"/>
      <w:marTop w:val="0"/>
      <w:marBottom w:val="0"/>
      <w:divBdr>
        <w:top w:val="none" w:sz="0" w:space="0" w:color="auto"/>
        <w:left w:val="none" w:sz="0" w:space="0" w:color="auto"/>
        <w:bottom w:val="none" w:sz="0" w:space="0" w:color="auto"/>
        <w:right w:val="none" w:sz="0" w:space="0" w:color="auto"/>
      </w:divBdr>
    </w:div>
    <w:div w:id="1029572590">
      <w:bodyDiv w:val="1"/>
      <w:marLeft w:val="0"/>
      <w:marRight w:val="0"/>
      <w:marTop w:val="0"/>
      <w:marBottom w:val="0"/>
      <w:divBdr>
        <w:top w:val="none" w:sz="0" w:space="0" w:color="auto"/>
        <w:left w:val="none" w:sz="0" w:space="0" w:color="auto"/>
        <w:bottom w:val="none" w:sz="0" w:space="0" w:color="auto"/>
        <w:right w:val="none" w:sz="0" w:space="0" w:color="auto"/>
      </w:divBdr>
    </w:div>
    <w:div w:id="1412462628">
      <w:bodyDiv w:val="1"/>
      <w:marLeft w:val="0"/>
      <w:marRight w:val="0"/>
      <w:marTop w:val="0"/>
      <w:marBottom w:val="0"/>
      <w:divBdr>
        <w:top w:val="none" w:sz="0" w:space="0" w:color="auto"/>
        <w:left w:val="none" w:sz="0" w:space="0" w:color="auto"/>
        <w:bottom w:val="none" w:sz="0" w:space="0" w:color="auto"/>
        <w:right w:val="none" w:sz="0" w:space="0" w:color="auto"/>
      </w:divBdr>
    </w:div>
    <w:div w:id="1456943302">
      <w:bodyDiv w:val="1"/>
      <w:marLeft w:val="0"/>
      <w:marRight w:val="0"/>
      <w:marTop w:val="0"/>
      <w:marBottom w:val="0"/>
      <w:divBdr>
        <w:top w:val="none" w:sz="0" w:space="0" w:color="auto"/>
        <w:left w:val="none" w:sz="0" w:space="0" w:color="auto"/>
        <w:bottom w:val="none" w:sz="0" w:space="0" w:color="auto"/>
        <w:right w:val="none" w:sz="0" w:space="0" w:color="auto"/>
      </w:divBdr>
    </w:div>
    <w:div w:id="1797408824">
      <w:bodyDiv w:val="1"/>
      <w:marLeft w:val="0"/>
      <w:marRight w:val="0"/>
      <w:marTop w:val="0"/>
      <w:marBottom w:val="0"/>
      <w:divBdr>
        <w:top w:val="none" w:sz="0" w:space="0" w:color="auto"/>
        <w:left w:val="none" w:sz="0" w:space="0" w:color="auto"/>
        <w:bottom w:val="none" w:sz="0" w:space="0" w:color="auto"/>
        <w:right w:val="none" w:sz="0" w:space="0" w:color="auto"/>
      </w:divBdr>
    </w:div>
    <w:div w:id="213097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ldiem.ctu.edu.vn/ql/upload/XBTC/bieumau/2008_116_TTKHCN_ISSN.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j.ctu.edu.vn/ql/docgia/article-hdtv.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ANH~1\AppData\Local\Temp\tapch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450A0-3C78-4908-81B7-DB142D53D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tapchi</Template>
  <TotalTime>370</TotalTime>
  <Pages>2</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Tựa</vt:lpstr>
    </vt:vector>
  </TitlesOfParts>
  <Company>TMTSoft Inc.</Company>
  <LinksUpToDate>false</LinksUpToDate>
  <CharactersWithSpaces>5691</CharactersWithSpaces>
  <SharedDoc>false</SharedDoc>
  <HLinks>
    <vt:vector size="6" baseType="variant">
      <vt:variant>
        <vt:i4>2228274</vt:i4>
      </vt:variant>
      <vt:variant>
        <vt:i4>18</vt:i4>
      </vt:variant>
      <vt:variant>
        <vt:i4>0</vt:i4>
      </vt:variant>
      <vt:variant>
        <vt:i4>5</vt:i4>
      </vt:variant>
      <vt:variant>
        <vt:lpwstr>http://nar.oxfordjournals.org/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Tựa</dc:title>
  <dc:subject/>
  <dc:creator>VAN ANH</dc:creator>
  <cp:keywords/>
  <cp:lastModifiedBy>HXPHONG</cp:lastModifiedBy>
  <cp:revision>58</cp:revision>
  <cp:lastPrinted>2001-12-27T07:24:00Z</cp:lastPrinted>
  <dcterms:created xsi:type="dcterms:W3CDTF">2017-03-02T06:33:00Z</dcterms:created>
  <dcterms:modified xsi:type="dcterms:W3CDTF">2018-05-10T09:24:00Z</dcterms:modified>
</cp:coreProperties>
</file>